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34F913" w14:textId="77777777" w:rsidR="00093C76" w:rsidRPr="00093C76" w:rsidRDefault="009C358C" w:rsidP="00093C76">
      <w:pPr>
        <w:spacing w:line="260" w:lineRule="atLeast"/>
        <w:outlineLvl w:val="0"/>
        <w:rPr>
          <w:rFonts w:ascii="Arial" w:hAnsi="Arial" w:cs="Arial"/>
          <w:sz w:val="18"/>
          <w:szCs w:val="18"/>
          <w:u w:val="single"/>
        </w:rPr>
      </w:pPr>
      <w:r>
        <w:rPr>
          <w:rFonts w:ascii="Arial" w:hAnsi="Arial" w:cs="Arial"/>
          <w:sz w:val="18"/>
          <w:szCs w:val="18"/>
          <w:u w:val="single"/>
        </w:rPr>
        <w:t>Baubeginn 2019</w:t>
      </w:r>
    </w:p>
    <w:p w14:paraId="27443023" w14:textId="77777777" w:rsidR="00093C76" w:rsidRDefault="00093C76" w:rsidP="00093C76">
      <w:pPr>
        <w:spacing w:line="260" w:lineRule="atLeast"/>
        <w:rPr>
          <w:rFonts w:ascii="Arial" w:hAnsi="Arial" w:cs="Arial"/>
          <w:b/>
          <w:sz w:val="22"/>
          <w:szCs w:val="18"/>
        </w:rPr>
      </w:pPr>
    </w:p>
    <w:p w14:paraId="7DF76735" w14:textId="77777777" w:rsidR="00093C76" w:rsidRPr="00A362C0" w:rsidRDefault="00093C76" w:rsidP="00093C76">
      <w:pPr>
        <w:spacing w:line="260" w:lineRule="atLeast"/>
        <w:rPr>
          <w:rFonts w:ascii="Arial" w:hAnsi="Arial" w:cs="Arial"/>
          <w:b/>
          <w:sz w:val="22"/>
          <w:szCs w:val="18"/>
        </w:rPr>
      </w:pPr>
      <w:r w:rsidRPr="00A362C0">
        <w:rPr>
          <w:rFonts w:ascii="Arial" w:hAnsi="Arial" w:cs="Arial"/>
          <w:b/>
          <w:sz w:val="22"/>
          <w:szCs w:val="18"/>
        </w:rPr>
        <w:t xml:space="preserve">Ein Bekenntnis zur Region: Balluff baut </w:t>
      </w:r>
      <w:r>
        <w:rPr>
          <w:rFonts w:ascii="Arial" w:hAnsi="Arial" w:cs="Arial"/>
          <w:b/>
          <w:sz w:val="22"/>
          <w:szCs w:val="18"/>
        </w:rPr>
        <w:t>Firmenzentrale</w:t>
      </w:r>
      <w:r w:rsidRPr="00A362C0">
        <w:rPr>
          <w:rFonts w:ascii="Arial" w:hAnsi="Arial" w:cs="Arial"/>
          <w:b/>
          <w:sz w:val="22"/>
          <w:szCs w:val="18"/>
        </w:rPr>
        <w:t xml:space="preserve"> in Neuhausen aus</w:t>
      </w:r>
    </w:p>
    <w:p w14:paraId="173F5AD0" w14:textId="77777777" w:rsidR="00093C76" w:rsidRDefault="00093C76" w:rsidP="00093C76">
      <w:pPr>
        <w:spacing w:line="260" w:lineRule="atLeast"/>
        <w:rPr>
          <w:rFonts w:ascii="Arial" w:hAnsi="Arial" w:cs="Arial"/>
          <w:b/>
          <w:sz w:val="18"/>
          <w:szCs w:val="18"/>
        </w:rPr>
      </w:pPr>
    </w:p>
    <w:p w14:paraId="748B8918" w14:textId="77777777" w:rsidR="00093C76" w:rsidRDefault="00093C76" w:rsidP="00093C76">
      <w:pPr>
        <w:spacing w:line="260" w:lineRule="atLeast"/>
        <w:rPr>
          <w:rFonts w:ascii="Arial" w:hAnsi="Arial" w:cs="Arial"/>
          <w:b/>
          <w:sz w:val="18"/>
          <w:szCs w:val="18"/>
        </w:rPr>
      </w:pPr>
      <w:r>
        <w:rPr>
          <w:rFonts w:ascii="Arial" w:hAnsi="Arial" w:cs="Arial"/>
          <w:b/>
          <w:sz w:val="18"/>
          <w:szCs w:val="18"/>
        </w:rPr>
        <w:t>Der Automatisierungsspezialist Balluff stellt seine Pläne für den Neu- und Ausbau des Firmensitzes in Neuhausen a. d. F. vor. Der Baubeginn soll 2019 erfolgen.</w:t>
      </w:r>
    </w:p>
    <w:p w14:paraId="28174C04" w14:textId="77777777" w:rsidR="00093C76" w:rsidRDefault="00093C76" w:rsidP="00093C76">
      <w:pPr>
        <w:spacing w:line="260" w:lineRule="atLeast"/>
        <w:rPr>
          <w:rFonts w:ascii="Arial" w:hAnsi="Arial" w:cs="Arial"/>
          <w:b/>
          <w:sz w:val="18"/>
          <w:szCs w:val="18"/>
        </w:rPr>
      </w:pPr>
    </w:p>
    <w:p w14:paraId="20CBF751" w14:textId="77777777" w:rsidR="00093C76" w:rsidRPr="008711AA" w:rsidRDefault="00093C76" w:rsidP="00A067D6">
      <w:pPr>
        <w:spacing w:line="260" w:lineRule="atLeast"/>
        <w:jc w:val="both"/>
        <w:rPr>
          <w:rFonts w:ascii="Arial" w:hAnsi="Arial" w:cs="Arial"/>
          <w:sz w:val="18"/>
          <w:szCs w:val="18"/>
        </w:rPr>
      </w:pPr>
      <w:r>
        <w:rPr>
          <w:rFonts w:ascii="Arial" w:hAnsi="Arial" w:cs="Arial"/>
          <w:sz w:val="18"/>
          <w:szCs w:val="18"/>
        </w:rPr>
        <w:t xml:space="preserve">Seit seiner Gründung vor beinahe einem Jahrhundert hat der Automatisierungsspezialist Balluff seinen Hauptsitz in Neuhausen a. d. F. </w:t>
      </w:r>
      <w:r w:rsidR="00A067D6">
        <w:rPr>
          <w:rFonts w:ascii="Arial" w:hAnsi="Arial" w:cs="Arial"/>
          <w:sz w:val="18"/>
          <w:szCs w:val="18"/>
        </w:rPr>
        <w:t xml:space="preserve">„Dass die Firmengebäude durch unser stetiges Unternehmenswachstum an ihre Grenzen stoßen würden, war für uns bereits seit </w:t>
      </w:r>
      <w:r w:rsidR="00A067D6" w:rsidRPr="00A362C0">
        <w:rPr>
          <w:rFonts w:ascii="Arial" w:hAnsi="Arial" w:cs="Arial"/>
          <w:sz w:val="18"/>
          <w:szCs w:val="18"/>
        </w:rPr>
        <w:t>2013</w:t>
      </w:r>
      <w:r w:rsidR="00A067D6">
        <w:rPr>
          <w:rFonts w:ascii="Arial" w:hAnsi="Arial" w:cs="Arial"/>
          <w:sz w:val="18"/>
          <w:szCs w:val="18"/>
        </w:rPr>
        <w:t xml:space="preserve"> abzusehen“, so Balluff Geschäftsführerin Katrin Stegmaier-Hermle. „Deshalb setzten wir uns seit 2015 intensiver mit der langfristigen Entwicklung des Standorts auseinander.“ </w:t>
      </w:r>
      <w:r>
        <w:rPr>
          <w:rFonts w:ascii="Arial" w:hAnsi="Arial" w:cs="Arial"/>
          <w:sz w:val="18"/>
          <w:szCs w:val="18"/>
        </w:rPr>
        <w:t xml:space="preserve">Mitte März veröffentlichte das Unternehmen seine Pläne für den Neu- und Ausbau der Firmenzentrale. </w:t>
      </w:r>
      <w:r w:rsidRPr="004757B5">
        <w:rPr>
          <w:rFonts w:ascii="Arial" w:hAnsi="Arial" w:cs="Arial"/>
          <w:sz w:val="18"/>
          <w:szCs w:val="18"/>
        </w:rPr>
        <w:t>Das zweistufige Konzept</w:t>
      </w:r>
      <w:r w:rsidR="00A067D6">
        <w:rPr>
          <w:rFonts w:ascii="Arial" w:hAnsi="Arial" w:cs="Arial"/>
          <w:sz w:val="18"/>
          <w:szCs w:val="18"/>
        </w:rPr>
        <w:t xml:space="preserve"> des Berliner Architekturbüros </w:t>
      </w:r>
      <w:proofErr w:type="spellStart"/>
      <w:r w:rsidR="00A067D6" w:rsidRPr="00A067D6">
        <w:rPr>
          <w:rFonts w:ascii="Arial" w:hAnsi="Arial" w:cs="Arial"/>
          <w:sz w:val="18"/>
          <w:szCs w:val="18"/>
        </w:rPr>
        <w:t>Grüntuch</w:t>
      </w:r>
      <w:proofErr w:type="spellEnd"/>
      <w:r w:rsidR="00A067D6" w:rsidRPr="00A067D6">
        <w:rPr>
          <w:rFonts w:ascii="Arial" w:hAnsi="Arial" w:cs="Arial"/>
          <w:sz w:val="18"/>
          <w:szCs w:val="18"/>
        </w:rPr>
        <w:t xml:space="preserve"> Ernst Architekten</w:t>
      </w:r>
      <w:r w:rsidRPr="004757B5">
        <w:rPr>
          <w:rFonts w:ascii="Arial" w:hAnsi="Arial" w:cs="Arial"/>
          <w:sz w:val="18"/>
          <w:szCs w:val="18"/>
        </w:rPr>
        <w:t xml:space="preserve"> umfasst den Ausbau des </w:t>
      </w:r>
      <w:r>
        <w:rPr>
          <w:rFonts w:ascii="Arial" w:hAnsi="Arial" w:cs="Arial"/>
          <w:sz w:val="18"/>
          <w:szCs w:val="18"/>
        </w:rPr>
        <w:t xml:space="preserve">bisherigen </w:t>
      </w:r>
      <w:r w:rsidRPr="004757B5">
        <w:rPr>
          <w:rFonts w:ascii="Arial" w:hAnsi="Arial" w:cs="Arial"/>
          <w:sz w:val="18"/>
          <w:szCs w:val="18"/>
        </w:rPr>
        <w:t xml:space="preserve">Hauptsitzes in der Schurwaldstraße um ein Büro- und </w:t>
      </w:r>
      <w:r>
        <w:rPr>
          <w:rFonts w:ascii="Arial" w:hAnsi="Arial" w:cs="Arial"/>
          <w:sz w:val="18"/>
          <w:szCs w:val="18"/>
        </w:rPr>
        <w:t>Entwicklungs</w:t>
      </w:r>
      <w:r w:rsidRPr="004757B5">
        <w:rPr>
          <w:rFonts w:ascii="Arial" w:hAnsi="Arial" w:cs="Arial"/>
          <w:sz w:val="18"/>
          <w:szCs w:val="18"/>
        </w:rPr>
        <w:t>gebäude und eine repräsentative Unternehmenszentrale mit integriertem Kunden</w:t>
      </w:r>
      <w:r>
        <w:rPr>
          <w:rFonts w:ascii="Arial" w:hAnsi="Arial" w:cs="Arial"/>
          <w:sz w:val="18"/>
          <w:szCs w:val="18"/>
        </w:rPr>
        <w:t>- und Trainingscenter</w:t>
      </w:r>
      <w:r w:rsidRPr="004757B5">
        <w:rPr>
          <w:rFonts w:ascii="Arial" w:hAnsi="Arial" w:cs="Arial"/>
          <w:sz w:val="18"/>
          <w:szCs w:val="18"/>
        </w:rPr>
        <w:t xml:space="preserve"> in der </w:t>
      </w:r>
      <w:r>
        <w:rPr>
          <w:rFonts w:ascii="Arial" w:hAnsi="Arial" w:cs="Arial"/>
          <w:sz w:val="18"/>
          <w:szCs w:val="18"/>
        </w:rPr>
        <w:t>Plieninger Straße</w:t>
      </w:r>
      <w:r w:rsidRPr="004757B5">
        <w:rPr>
          <w:rFonts w:ascii="Arial" w:hAnsi="Arial" w:cs="Arial"/>
          <w:sz w:val="18"/>
          <w:szCs w:val="18"/>
        </w:rPr>
        <w:t xml:space="preserve">. </w:t>
      </w:r>
      <w:r>
        <w:rPr>
          <w:rFonts w:ascii="Arial" w:hAnsi="Arial" w:cs="Arial"/>
          <w:sz w:val="18"/>
          <w:szCs w:val="18"/>
        </w:rPr>
        <w:t xml:space="preserve">Der Baubeginn für das Büro- und Entwicklungsgebäude ist für 2019 geplant. Das Bauvorhaben ist für Balluff eine der größten Investitionen in der Unternehmensgeschichte. </w:t>
      </w:r>
    </w:p>
    <w:p w14:paraId="4BDBAB4D" w14:textId="77777777" w:rsidR="00093C76" w:rsidRDefault="00093C76" w:rsidP="00093C76">
      <w:pPr>
        <w:spacing w:line="260" w:lineRule="atLeast"/>
        <w:rPr>
          <w:rFonts w:ascii="Arial" w:hAnsi="Arial" w:cs="Arial"/>
          <w:bCs/>
        </w:rPr>
      </w:pPr>
    </w:p>
    <w:p w14:paraId="454790C0" w14:textId="77777777" w:rsidR="00093C76" w:rsidRPr="006F28EE" w:rsidRDefault="00093C76" w:rsidP="00093C76">
      <w:pPr>
        <w:spacing w:line="260" w:lineRule="atLeast"/>
        <w:rPr>
          <w:rFonts w:ascii="Arial" w:hAnsi="Arial" w:cs="Arial"/>
          <w:b/>
          <w:sz w:val="18"/>
          <w:szCs w:val="18"/>
        </w:rPr>
      </w:pPr>
      <w:r w:rsidRPr="006F28EE">
        <w:rPr>
          <w:rFonts w:ascii="Arial" w:hAnsi="Arial" w:cs="Arial"/>
          <w:b/>
          <w:sz w:val="18"/>
          <w:szCs w:val="18"/>
        </w:rPr>
        <w:t>Die Zukunft architektonisch erfassen</w:t>
      </w:r>
    </w:p>
    <w:p w14:paraId="6588DF2E" w14:textId="77777777" w:rsidR="00093C76" w:rsidRDefault="00093C76" w:rsidP="00093C76">
      <w:pPr>
        <w:autoSpaceDE w:val="0"/>
        <w:autoSpaceDN w:val="0"/>
        <w:adjustRightInd w:val="0"/>
        <w:spacing w:line="260" w:lineRule="exact"/>
        <w:rPr>
          <w:rFonts w:ascii="Arial" w:hAnsi="Arial" w:cs="Arial"/>
          <w:sz w:val="18"/>
          <w:szCs w:val="18"/>
        </w:rPr>
      </w:pPr>
      <w:r>
        <w:rPr>
          <w:rFonts w:ascii="Arial" w:hAnsi="Arial" w:cs="Arial"/>
          <w:sz w:val="18"/>
          <w:szCs w:val="18"/>
        </w:rPr>
        <w:t xml:space="preserve">Die zwei Neubauten ordnen die bisherige Balluff Firmenzentrale um, denn die </w:t>
      </w:r>
      <w:r w:rsidRPr="00EF5D7D">
        <w:rPr>
          <w:rFonts w:ascii="Arial" w:hAnsi="Arial" w:cs="Arial"/>
          <w:sz w:val="18"/>
          <w:szCs w:val="18"/>
        </w:rPr>
        <w:t xml:space="preserve">verschiedenen Unternehmensbereiche, die sich derzeit auf unterschiedliche Standorte in Neuhausen verteilen, werden künftig an einem Campus gebündelt. Das neue multifunktionale Büro- und Entwicklungsgebäude in der Schurwaldstraße bildet dabei als zentrale Achse </w:t>
      </w:r>
      <w:r>
        <w:rPr>
          <w:rFonts w:ascii="Arial" w:hAnsi="Arial" w:cs="Arial"/>
          <w:sz w:val="18"/>
          <w:szCs w:val="18"/>
        </w:rPr>
        <w:t xml:space="preserve">die </w:t>
      </w:r>
      <w:r w:rsidRPr="00EF5D7D">
        <w:rPr>
          <w:rFonts w:ascii="Arial" w:hAnsi="Arial" w:cs="Arial"/>
          <w:sz w:val="18"/>
          <w:szCs w:val="18"/>
        </w:rPr>
        <w:t>Mitte des neuen Campus. Das bis zu zwölf Meter hohe Gebäude erinnert mit seiner hallenartigen Konstruktion an eine</w:t>
      </w:r>
      <w:r>
        <w:rPr>
          <w:rFonts w:ascii="Arial" w:hAnsi="Arial" w:cs="Arial"/>
          <w:sz w:val="18"/>
          <w:szCs w:val="18"/>
        </w:rPr>
        <w:t>n</w:t>
      </w:r>
      <w:r w:rsidRPr="00EF5D7D">
        <w:rPr>
          <w:rFonts w:ascii="Arial" w:hAnsi="Arial" w:cs="Arial"/>
          <w:sz w:val="18"/>
          <w:szCs w:val="18"/>
        </w:rPr>
        <w:t xml:space="preserve"> technischen Produktionsstandort. Eine breite Mittelrampe, die als innere Straße dient, offene Kommunikationszonen</w:t>
      </w:r>
      <w:r>
        <w:rPr>
          <w:rFonts w:ascii="Arial" w:hAnsi="Arial" w:cs="Arial"/>
          <w:sz w:val="18"/>
          <w:szCs w:val="18"/>
        </w:rPr>
        <w:t xml:space="preserve"> sowie das neue Betriebsrestaurant bieten zentrale Begegnungsräume für die Balluff Mitarbeiter. </w:t>
      </w:r>
      <w:r w:rsidRPr="00535F52">
        <w:rPr>
          <w:rFonts w:ascii="Arial" w:hAnsi="Arial" w:cs="Arial"/>
          <w:sz w:val="18"/>
          <w:szCs w:val="18"/>
        </w:rPr>
        <w:t>Von der Autobahn kommend, stellt d</w:t>
      </w:r>
      <w:r>
        <w:rPr>
          <w:rFonts w:ascii="Arial" w:hAnsi="Arial" w:cs="Arial"/>
          <w:sz w:val="18"/>
          <w:szCs w:val="18"/>
        </w:rPr>
        <w:t xml:space="preserve">ie Erweiterung der Firmenzentrale </w:t>
      </w:r>
      <w:r w:rsidRPr="008F7847">
        <w:rPr>
          <w:rFonts w:ascii="Arial" w:hAnsi="Arial" w:cs="Arial"/>
          <w:sz w:val="18"/>
          <w:szCs w:val="18"/>
        </w:rPr>
        <w:t xml:space="preserve">an der Plieninger Straße </w:t>
      </w:r>
      <w:r>
        <w:rPr>
          <w:rFonts w:ascii="Arial" w:hAnsi="Arial" w:cs="Arial"/>
          <w:sz w:val="18"/>
          <w:szCs w:val="18"/>
        </w:rPr>
        <w:t xml:space="preserve">künftig </w:t>
      </w:r>
      <w:r w:rsidRPr="008F7847">
        <w:rPr>
          <w:rFonts w:ascii="Arial" w:hAnsi="Arial" w:cs="Arial"/>
          <w:sz w:val="18"/>
          <w:szCs w:val="18"/>
        </w:rPr>
        <w:t>mit</w:t>
      </w:r>
      <w:r>
        <w:rPr>
          <w:rFonts w:ascii="Arial" w:hAnsi="Arial" w:cs="Arial"/>
          <w:sz w:val="18"/>
          <w:szCs w:val="18"/>
        </w:rPr>
        <w:t xml:space="preserve"> ihrer</w:t>
      </w:r>
      <w:r w:rsidRPr="008F7847">
        <w:rPr>
          <w:rFonts w:ascii="Arial" w:hAnsi="Arial" w:cs="Arial"/>
          <w:sz w:val="18"/>
          <w:szCs w:val="18"/>
        </w:rPr>
        <w:t xml:space="preserve"> markanten Dynamik </w:t>
      </w:r>
      <w:r>
        <w:rPr>
          <w:rFonts w:ascii="Arial" w:hAnsi="Arial" w:cs="Arial"/>
          <w:sz w:val="18"/>
          <w:szCs w:val="18"/>
        </w:rPr>
        <w:t xml:space="preserve">einen exponierten Blickfang dar. Auf einer </w:t>
      </w:r>
      <w:r w:rsidRPr="00F52B96">
        <w:rPr>
          <w:rFonts w:ascii="Arial" w:hAnsi="Arial" w:cs="Arial"/>
          <w:sz w:val="18"/>
          <w:szCs w:val="18"/>
        </w:rPr>
        <w:t xml:space="preserve">Grundfläche von </w:t>
      </w:r>
      <w:r>
        <w:rPr>
          <w:rFonts w:ascii="Arial" w:hAnsi="Arial" w:cs="Arial"/>
          <w:sz w:val="18"/>
          <w:szCs w:val="18"/>
        </w:rPr>
        <w:t>1</w:t>
      </w:r>
      <w:r w:rsidRPr="00F52B96">
        <w:rPr>
          <w:rFonts w:ascii="Arial" w:hAnsi="Arial" w:cs="Arial"/>
          <w:sz w:val="18"/>
          <w:szCs w:val="18"/>
        </w:rPr>
        <w:t>1</w:t>
      </w:r>
      <w:r>
        <w:rPr>
          <w:rFonts w:ascii="Arial" w:hAnsi="Arial" w:cs="Arial"/>
          <w:sz w:val="18"/>
          <w:szCs w:val="18"/>
        </w:rPr>
        <w:t>00</w:t>
      </w:r>
      <w:r w:rsidRPr="00F52B96">
        <w:rPr>
          <w:rFonts w:ascii="Arial" w:hAnsi="Arial" w:cs="Arial"/>
          <w:sz w:val="18"/>
          <w:szCs w:val="18"/>
        </w:rPr>
        <w:t xml:space="preserve"> Quadratmetern</w:t>
      </w:r>
      <w:r>
        <w:rPr>
          <w:rFonts w:ascii="Arial" w:hAnsi="Arial" w:cs="Arial"/>
          <w:sz w:val="18"/>
          <w:szCs w:val="18"/>
        </w:rPr>
        <w:t xml:space="preserve"> bietet der Neubau </w:t>
      </w:r>
      <w:r w:rsidRPr="00535F52">
        <w:rPr>
          <w:rFonts w:ascii="Arial" w:hAnsi="Arial" w:cs="Arial"/>
          <w:sz w:val="18"/>
          <w:szCs w:val="18"/>
        </w:rPr>
        <w:t>Konferenz-</w:t>
      </w:r>
      <w:r>
        <w:rPr>
          <w:rFonts w:ascii="Arial" w:hAnsi="Arial" w:cs="Arial"/>
          <w:sz w:val="18"/>
          <w:szCs w:val="18"/>
        </w:rPr>
        <w:t>,</w:t>
      </w:r>
      <w:r w:rsidRPr="00535F52">
        <w:rPr>
          <w:rFonts w:ascii="Arial" w:hAnsi="Arial" w:cs="Arial"/>
          <w:sz w:val="18"/>
          <w:szCs w:val="18"/>
        </w:rPr>
        <w:t xml:space="preserve"> Veranstaltungs</w:t>
      </w:r>
      <w:r>
        <w:rPr>
          <w:rFonts w:ascii="Arial" w:hAnsi="Arial" w:cs="Arial"/>
          <w:sz w:val="18"/>
          <w:szCs w:val="18"/>
        </w:rPr>
        <w:t xml:space="preserve">- </w:t>
      </w:r>
      <w:r w:rsidRPr="00535F52">
        <w:rPr>
          <w:rFonts w:ascii="Arial" w:hAnsi="Arial" w:cs="Arial"/>
          <w:sz w:val="18"/>
          <w:szCs w:val="18"/>
        </w:rPr>
        <w:t>sowie Büro- und Besprechungsräume.</w:t>
      </w:r>
    </w:p>
    <w:p w14:paraId="4EE6C1D9" w14:textId="77777777" w:rsidR="00093C76" w:rsidRDefault="00093C76" w:rsidP="00093C76">
      <w:pPr>
        <w:spacing w:line="260" w:lineRule="atLeast"/>
        <w:rPr>
          <w:rFonts w:ascii="Arial" w:hAnsi="Arial" w:cs="Arial"/>
          <w:sz w:val="18"/>
          <w:szCs w:val="18"/>
        </w:rPr>
      </w:pPr>
    </w:p>
    <w:p w14:paraId="05A78F62" w14:textId="77777777" w:rsidR="00093C76" w:rsidRPr="00987BE6" w:rsidRDefault="00093C76" w:rsidP="00093C76">
      <w:pPr>
        <w:spacing w:line="260" w:lineRule="atLeast"/>
        <w:rPr>
          <w:rFonts w:ascii="Arial" w:hAnsi="Arial" w:cs="Arial"/>
          <w:b/>
          <w:sz w:val="18"/>
          <w:szCs w:val="18"/>
        </w:rPr>
      </w:pPr>
      <w:r w:rsidRPr="00987BE6">
        <w:rPr>
          <w:rFonts w:ascii="Arial" w:hAnsi="Arial" w:cs="Arial"/>
          <w:b/>
          <w:sz w:val="18"/>
          <w:szCs w:val="18"/>
        </w:rPr>
        <w:t>Moderne Arbeitswelten</w:t>
      </w:r>
    </w:p>
    <w:p w14:paraId="08344526" w14:textId="77777777" w:rsidR="00093C76" w:rsidRDefault="00093C76" w:rsidP="00093C76">
      <w:pPr>
        <w:spacing w:line="260" w:lineRule="atLeast"/>
        <w:rPr>
          <w:rFonts w:ascii="Arial" w:hAnsi="Arial" w:cs="Arial"/>
          <w:bCs/>
        </w:rPr>
      </w:pPr>
      <w:r>
        <w:rPr>
          <w:rFonts w:ascii="Arial" w:hAnsi="Arial" w:cs="Arial"/>
          <w:sz w:val="18"/>
          <w:szCs w:val="18"/>
        </w:rPr>
        <w:t xml:space="preserve">Mit mehr als 3600 Beschäftigten weltweit und einem Gesamtumsatz von </w:t>
      </w:r>
      <w:r w:rsidR="009C358C">
        <w:rPr>
          <w:rFonts w:ascii="Arial" w:hAnsi="Arial" w:cs="Arial"/>
          <w:sz w:val="18"/>
          <w:szCs w:val="18"/>
        </w:rPr>
        <w:t>459</w:t>
      </w:r>
      <w:r>
        <w:rPr>
          <w:rFonts w:ascii="Arial" w:hAnsi="Arial" w:cs="Arial"/>
          <w:sz w:val="18"/>
          <w:szCs w:val="18"/>
        </w:rPr>
        <w:t> Mio. </w:t>
      </w:r>
      <w:r w:rsidRPr="009D5CA6">
        <w:rPr>
          <w:rFonts w:ascii="Arial" w:hAnsi="Arial" w:cs="Arial"/>
          <w:sz w:val="18"/>
          <w:szCs w:val="18"/>
        </w:rPr>
        <w:t>Euro</w:t>
      </w:r>
      <w:r>
        <w:rPr>
          <w:rFonts w:ascii="Arial" w:hAnsi="Arial" w:cs="Arial"/>
          <w:sz w:val="18"/>
          <w:szCs w:val="18"/>
        </w:rPr>
        <w:t xml:space="preserve"> im Jahr 201</w:t>
      </w:r>
      <w:r w:rsidR="009C358C">
        <w:rPr>
          <w:rFonts w:ascii="Arial" w:hAnsi="Arial" w:cs="Arial"/>
          <w:sz w:val="18"/>
          <w:szCs w:val="18"/>
        </w:rPr>
        <w:t>7</w:t>
      </w:r>
      <w:r>
        <w:rPr>
          <w:rFonts w:ascii="Arial" w:hAnsi="Arial" w:cs="Arial"/>
          <w:sz w:val="18"/>
          <w:szCs w:val="18"/>
        </w:rPr>
        <w:t xml:space="preserve"> befindet sich der Automatisierungsspezialist seit langem auf Wachstumskurs. Allein in den vergangenen fünf Jahren vergrößerte sich die Belegschaft am Standort Neuhausen um rund 38 Prozent auf mehr als 1000 Mitarbeiter. Der Neu- und Ausbau bietet die Möglichkeit, Arbeitsplätze langfristig in einem Campus zu konzentrieren. Das verkürzt Arbeitswege und Verkehr.</w:t>
      </w:r>
      <w:r w:rsidR="009C358C">
        <w:rPr>
          <w:rFonts w:ascii="Arial" w:hAnsi="Arial" w:cs="Arial"/>
          <w:sz w:val="18"/>
          <w:szCs w:val="18"/>
        </w:rPr>
        <w:t xml:space="preserve"> Als Schrittmacher der Industrie 4.0 sichert der Automatisierungsspezialist hochwertige Arbeitsplätze in der Region. „Dass wir in die</w:t>
      </w:r>
      <w:r w:rsidR="009C358C" w:rsidRPr="00987BE6">
        <w:rPr>
          <w:rFonts w:ascii="Arial" w:hAnsi="Arial" w:cs="Arial"/>
          <w:sz w:val="18"/>
          <w:szCs w:val="18"/>
        </w:rPr>
        <w:t xml:space="preserve"> Weiterentwicklung des Headquarters investier</w:t>
      </w:r>
      <w:r w:rsidR="009C358C">
        <w:rPr>
          <w:rFonts w:ascii="Arial" w:hAnsi="Arial" w:cs="Arial"/>
          <w:sz w:val="18"/>
          <w:szCs w:val="18"/>
        </w:rPr>
        <w:t>en</w:t>
      </w:r>
      <w:r w:rsidR="009C358C" w:rsidRPr="00987BE6">
        <w:rPr>
          <w:rFonts w:ascii="Arial" w:hAnsi="Arial" w:cs="Arial"/>
          <w:sz w:val="18"/>
          <w:szCs w:val="18"/>
        </w:rPr>
        <w:t xml:space="preserve">, </w:t>
      </w:r>
      <w:r w:rsidR="009C358C">
        <w:rPr>
          <w:rFonts w:ascii="Arial" w:hAnsi="Arial" w:cs="Arial"/>
          <w:sz w:val="18"/>
          <w:szCs w:val="18"/>
        </w:rPr>
        <w:t xml:space="preserve">ist </w:t>
      </w:r>
      <w:r w:rsidR="009C358C" w:rsidRPr="00987BE6">
        <w:rPr>
          <w:rFonts w:ascii="Arial" w:hAnsi="Arial" w:cs="Arial"/>
          <w:sz w:val="18"/>
          <w:szCs w:val="18"/>
        </w:rPr>
        <w:lastRenderedPageBreak/>
        <w:t>auch nach fast 100 Jahren Firmengeschichte ein eindeutiges Bekenntnis zu</w:t>
      </w:r>
      <w:r w:rsidR="009C358C">
        <w:rPr>
          <w:rFonts w:ascii="Arial" w:hAnsi="Arial" w:cs="Arial"/>
          <w:sz w:val="18"/>
          <w:szCs w:val="18"/>
        </w:rPr>
        <w:t xml:space="preserve">m Standort </w:t>
      </w:r>
      <w:r w:rsidR="009C358C" w:rsidRPr="00987BE6">
        <w:rPr>
          <w:rFonts w:ascii="Arial" w:hAnsi="Arial" w:cs="Arial"/>
          <w:sz w:val="18"/>
          <w:szCs w:val="18"/>
        </w:rPr>
        <w:t>Neuhausen</w:t>
      </w:r>
      <w:r w:rsidR="009C358C">
        <w:rPr>
          <w:rFonts w:ascii="Arial" w:hAnsi="Arial" w:cs="Arial"/>
          <w:sz w:val="18"/>
          <w:szCs w:val="18"/>
        </w:rPr>
        <w:t xml:space="preserve">“, so Stegmaier-Hermle. </w:t>
      </w:r>
      <w:r>
        <w:rPr>
          <w:rFonts w:ascii="Arial" w:hAnsi="Arial" w:cs="Arial"/>
          <w:sz w:val="18"/>
          <w:szCs w:val="18"/>
        </w:rPr>
        <w:t>„</w:t>
      </w:r>
      <w:r w:rsidR="009C358C">
        <w:rPr>
          <w:rFonts w:ascii="Arial" w:hAnsi="Arial" w:cs="Arial"/>
          <w:sz w:val="18"/>
          <w:szCs w:val="18"/>
        </w:rPr>
        <w:t>Das</w:t>
      </w:r>
      <w:r w:rsidRPr="006F28EE">
        <w:rPr>
          <w:rFonts w:ascii="Arial" w:hAnsi="Arial" w:cs="Arial"/>
          <w:sz w:val="18"/>
          <w:szCs w:val="18"/>
        </w:rPr>
        <w:t xml:space="preserve"> Konzept </w:t>
      </w:r>
      <w:r w:rsidR="009C358C">
        <w:rPr>
          <w:rFonts w:ascii="Arial" w:hAnsi="Arial" w:cs="Arial"/>
          <w:sz w:val="18"/>
          <w:szCs w:val="18"/>
        </w:rPr>
        <w:t xml:space="preserve">für den Aus- und Neubau </w:t>
      </w:r>
      <w:r>
        <w:rPr>
          <w:rFonts w:ascii="Arial" w:hAnsi="Arial" w:cs="Arial"/>
          <w:sz w:val="18"/>
          <w:szCs w:val="18"/>
        </w:rPr>
        <w:t xml:space="preserve">bildet </w:t>
      </w:r>
      <w:r w:rsidRPr="006F28EE">
        <w:rPr>
          <w:rFonts w:ascii="Arial" w:hAnsi="Arial" w:cs="Arial"/>
          <w:sz w:val="18"/>
          <w:szCs w:val="18"/>
        </w:rPr>
        <w:t>unser Wachstum und unsere Zukunftsausrichtung ideal ab</w:t>
      </w:r>
      <w:r>
        <w:rPr>
          <w:rFonts w:ascii="Arial" w:hAnsi="Arial" w:cs="Arial"/>
          <w:sz w:val="18"/>
          <w:szCs w:val="18"/>
        </w:rPr>
        <w:t>: moderne</w:t>
      </w:r>
      <w:r w:rsidRPr="006F28EE">
        <w:rPr>
          <w:rFonts w:ascii="Arial" w:hAnsi="Arial" w:cs="Arial"/>
          <w:sz w:val="18"/>
          <w:szCs w:val="18"/>
        </w:rPr>
        <w:t xml:space="preserve"> Arbeitswelten, die Kommunikation und Zusammenarbeit</w:t>
      </w:r>
      <w:r>
        <w:rPr>
          <w:rFonts w:ascii="Arial" w:hAnsi="Arial" w:cs="Arial"/>
          <w:sz w:val="18"/>
          <w:szCs w:val="18"/>
        </w:rPr>
        <w:t xml:space="preserve"> in Projekten</w:t>
      </w:r>
      <w:r w:rsidRPr="006F28EE">
        <w:rPr>
          <w:rFonts w:ascii="Arial" w:hAnsi="Arial" w:cs="Arial"/>
          <w:sz w:val="18"/>
          <w:szCs w:val="18"/>
        </w:rPr>
        <w:t xml:space="preserve"> fördern und Raum für innovatives Arbeiten</w:t>
      </w:r>
      <w:r>
        <w:rPr>
          <w:rFonts w:ascii="Arial" w:hAnsi="Arial" w:cs="Arial"/>
          <w:sz w:val="18"/>
          <w:szCs w:val="18"/>
        </w:rPr>
        <w:t xml:space="preserve"> bieten</w:t>
      </w:r>
      <w:r w:rsidR="009C358C">
        <w:rPr>
          <w:rFonts w:ascii="Arial" w:hAnsi="Arial" w:cs="Arial"/>
          <w:sz w:val="18"/>
          <w:szCs w:val="18"/>
        </w:rPr>
        <w:t>.</w:t>
      </w:r>
      <w:r>
        <w:rPr>
          <w:rFonts w:ascii="Arial" w:hAnsi="Arial" w:cs="Arial"/>
          <w:sz w:val="18"/>
          <w:szCs w:val="18"/>
        </w:rPr>
        <w:t>“</w:t>
      </w:r>
    </w:p>
    <w:p w14:paraId="584D6C2A" w14:textId="77777777" w:rsidR="00093C76" w:rsidRPr="00A362C0" w:rsidRDefault="00093C76" w:rsidP="00093C76">
      <w:pPr>
        <w:spacing w:line="260" w:lineRule="atLeast"/>
        <w:rPr>
          <w:rFonts w:ascii="Arial" w:hAnsi="Arial" w:cs="Arial"/>
          <w:sz w:val="18"/>
          <w:szCs w:val="18"/>
        </w:rPr>
      </w:pPr>
    </w:p>
    <w:p w14:paraId="2D3B6B4A" w14:textId="77777777" w:rsidR="009C358C" w:rsidRDefault="00093C76" w:rsidP="009C358C">
      <w:pPr>
        <w:spacing w:line="260" w:lineRule="atLeast"/>
        <w:rPr>
          <w:rFonts w:ascii="Arial" w:hAnsi="Arial" w:cs="Arial"/>
          <w:b/>
          <w:sz w:val="18"/>
          <w:szCs w:val="18"/>
        </w:rPr>
      </w:pPr>
      <w:r w:rsidRPr="008C6B0E">
        <w:rPr>
          <w:noProof/>
          <w:lang w:val="en-US" w:eastAsia="en-US"/>
        </w:rPr>
        <w:drawing>
          <wp:inline distT="0" distB="0" distL="0" distR="0" wp14:anchorId="304DC4B6" wp14:editId="32803B62">
            <wp:extent cx="3780155" cy="291719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screen">
                      <a:extLst>
                        <a:ext uri="{28A0092B-C50C-407E-A947-70E740481C1C}">
                          <a14:useLocalDpi xmlns:a14="http://schemas.microsoft.com/office/drawing/2010/main"/>
                        </a:ext>
                      </a:extLst>
                    </a:blip>
                    <a:stretch>
                      <a:fillRect/>
                    </a:stretch>
                  </pic:blipFill>
                  <pic:spPr>
                    <a:xfrm>
                      <a:off x="0" y="0"/>
                      <a:ext cx="3780155" cy="2917190"/>
                    </a:xfrm>
                    <a:prstGeom prst="rect">
                      <a:avLst/>
                    </a:prstGeom>
                  </pic:spPr>
                </pic:pic>
              </a:graphicData>
            </a:graphic>
          </wp:inline>
        </w:drawing>
      </w:r>
      <w:r w:rsidRPr="008C6B0E">
        <w:rPr>
          <w:rFonts w:ascii="Arial" w:hAnsi="Arial" w:cs="Arial"/>
          <w:b/>
          <w:sz w:val="18"/>
          <w:szCs w:val="18"/>
        </w:rPr>
        <w:t xml:space="preserve">Bildunterschrift: </w:t>
      </w:r>
    </w:p>
    <w:p w14:paraId="5B8FBC2A" w14:textId="77777777" w:rsidR="00093C76" w:rsidRPr="00315B37" w:rsidRDefault="00093C76" w:rsidP="009C358C">
      <w:pPr>
        <w:rPr>
          <w:rFonts w:ascii="Arial" w:hAnsi="Arial" w:cs="Arial"/>
          <w:i/>
          <w:sz w:val="18"/>
          <w:szCs w:val="18"/>
        </w:rPr>
      </w:pPr>
      <w:r w:rsidRPr="008C6B0E">
        <w:rPr>
          <w:rFonts w:ascii="Arial" w:hAnsi="Arial" w:cs="Arial"/>
          <w:i/>
          <w:sz w:val="18"/>
          <w:szCs w:val="18"/>
        </w:rPr>
        <w:t xml:space="preserve">Die versetzten Ebenen </w:t>
      </w:r>
      <w:r w:rsidR="009C358C">
        <w:rPr>
          <w:rFonts w:ascii="Arial" w:hAnsi="Arial" w:cs="Arial"/>
          <w:i/>
          <w:sz w:val="18"/>
          <w:szCs w:val="18"/>
        </w:rPr>
        <w:t xml:space="preserve">des </w:t>
      </w:r>
      <w:r w:rsidR="009C358C" w:rsidRPr="00BE4CAA">
        <w:rPr>
          <w:rFonts w:ascii="Arial" w:hAnsi="Arial" w:cs="Arial"/>
          <w:i/>
          <w:sz w:val="18"/>
          <w:szCs w:val="18"/>
        </w:rPr>
        <w:t>repräsentative</w:t>
      </w:r>
      <w:r w:rsidR="009C358C">
        <w:rPr>
          <w:rFonts w:ascii="Arial" w:hAnsi="Arial" w:cs="Arial"/>
          <w:i/>
          <w:sz w:val="18"/>
          <w:szCs w:val="18"/>
        </w:rPr>
        <w:t>n</w:t>
      </w:r>
      <w:r w:rsidR="009C358C" w:rsidRPr="00BE4CAA">
        <w:rPr>
          <w:rFonts w:ascii="Arial" w:hAnsi="Arial" w:cs="Arial"/>
          <w:i/>
          <w:sz w:val="18"/>
          <w:szCs w:val="18"/>
        </w:rPr>
        <w:t xml:space="preserve"> Neubau</w:t>
      </w:r>
      <w:r w:rsidR="009C358C">
        <w:rPr>
          <w:rFonts w:ascii="Arial" w:hAnsi="Arial" w:cs="Arial"/>
          <w:i/>
          <w:sz w:val="18"/>
          <w:szCs w:val="18"/>
        </w:rPr>
        <w:t>s</w:t>
      </w:r>
      <w:r w:rsidR="009C358C" w:rsidRPr="00BE4CAA">
        <w:rPr>
          <w:rFonts w:ascii="Arial" w:hAnsi="Arial" w:cs="Arial"/>
          <w:i/>
          <w:sz w:val="18"/>
          <w:szCs w:val="18"/>
        </w:rPr>
        <w:t xml:space="preserve"> an der Plieninger Stra</w:t>
      </w:r>
      <w:r w:rsidR="009C358C">
        <w:rPr>
          <w:rFonts w:ascii="Arial" w:hAnsi="Arial" w:cs="Arial"/>
          <w:i/>
          <w:sz w:val="18"/>
          <w:szCs w:val="18"/>
        </w:rPr>
        <w:t>ß</w:t>
      </w:r>
      <w:r w:rsidR="009C358C" w:rsidRPr="00BE4CAA">
        <w:rPr>
          <w:rFonts w:ascii="Arial" w:hAnsi="Arial" w:cs="Arial"/>
          <w:i/>
          <w:sz w:val="18"/>
          <w:szCs w:val="18"/>
        </w:rPr>
        <w:t>e</w:t>
      </w:r>
      <w:r w:rsidR="009C358C" w:rsidRPr="009C358C">
        <w:rPr>
          <w:rFonts w:ascii="Arial" w:hAnsi="Arial" w:cs="Arial"/>
          <w:i/>
          <w:sz w:val="18"/>
          <w:szCs w:val="18"/>
        </w:rPr>
        <w:t xml:space="preserve"> </w:t>
      </w:r>
      <w:r w:rsidRPr="008C6B0E">
        <w:rPr>
          <w:rFonts w:ascii="Arial" w:hAnsi="Arial" w:cs="Arial"/>
          <w:i/>
          <w:sz w:val="18"/>
          <w:szCs w:val="18"/>
        </w:rPr>
        <w:t>verzahnen das Gebäude mit der Umgebung und bieten immer wieder neue Aussichten</w:t>
      </w:r>
      <w:r w:rsidRPr="00315B37">
        <w:rPr>
          <w:rFonts w:ascii="Arial" w:hAnsi="Arial" w:cs="Arial"/>
          <w:i/>
          <w:sz w:val="18"/>
          <w:szCs w:val="18"/>
        </w:rPr>
        <w:t xml:space="preserve"> auf die umgebende Landschaft und das Firmengelände.</w:t>
      </w:r>
      <w:r>
        <w:rPr>
          <w:rFonts w:ascii="Arial" w:hAnsi="Arial" w:cs="Arial"/>
          <w:i/>
          <w:sz w:val="18"/>
          <w:szCs w:val="18"/>
        </w:rPr>
        <w:t xml:space="preserve"> Bild:</w:t>
      </w:r>
      <w:r w:rsidRPr="009C358C">
        <w:rPr>
          <w:rFonts w:ascii="Arial" w:hAnsi="Arial" w:cs="Arial"/>
          <w:i/>
          <w:sz w:val="18"/>
          <w:szCs w:val="18"/>
        </w:rPr>
        <w:t xml:space="preserve"> </w:t>
      </w:r>
      <w:proofErr w:type="spellStart"/>
      <w:r w:rsidRPr="00A5502C">
        <w:rPr>
          <w:rFonts w:ascii="Arial" w:hAnsi="Arial" w:cs="Arial"/>
          <w:i/>
          <w:sz w:val="18"/>
          <w:szCs w:val="18"/>
        </w:rPr>
        <w:t>Grüntuch</w:t>
      </w:r>
      <w:proofErr w:type="spellEnd"/>
      <w:r w:rsidRPr="00A5502C">
        <w:rPr>
          <w:rFonts w:ascii="Arial" w:hAnsi="Arial" w:cs="Arial"/>
          <w:i/>
          <w:sz w:val="18"/>
          <w:szCs w:val="18"/>
        </w:rPr>
        <w:t xml:space="preserve"> Ernst Architekten</w:t>
      </w:r>
    </w:p>
    <w:p w14:paraId="34327FA2" w14:textId="77777777" w:rsidR="00093C76" w:rsidRDefault="00093C76" w:rsidP="00093C76">
      <w:pPr>
        <w:rPr>
          <w:rFonts w:ascii="Arial" w:hAnsi="Arial" w:cs="Arial"/>
          <w:sz w:val="18"/>
          <w:szCs w:val="18"/>
        </w:rPr>
      </w:pPr>
    </w:p>
    <w:p w14:paraId="105744AB" w14:textId="77777777" w:rsidR="00093C76" w:rsidRPr="008C6B0E" w:rsidRDefault="00093C76" w:rsidP="00093C76">
      <w:pPr>
        <w:spacing w:line="260" w:lineRule="atLeast"/>
        <w:rPr>
          <w:rFonts w:ascii="Arial" w:hAnsi="Arial" w:cs="Arial"/>
          <w:b/>
          <w:sz w:val="18"/>
          <w:szCs w:val="18"/>
        </w:rPr>
      </w:pPr>
      <w:r w:rsidRPr="008C6B0E">
        <w:rPr>
          <w:noProof/>
          <w:lang w:val="en-US" w:eastAsia="en-US"/>
        </w:rPr>
        <w:drawing>
          <wp:inline distT="0" distB="0" distL="0" distR="0" wp14:anchorId="7C72DA17" wp14:editId="5D25AD19">
            <wp:extent cx="3780155" cy="2679065"/>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3780155" cy="2679065"/>
                    </a:xfrm>
                    <a:prstGeom prst="rect">
                      <a:avLst/>
                    </a:prstGeom>
                  </pic:spPr>
                </pic:pic>
              </a:graphicData>
            </a:graphic>
          </wp:inline>
        </w:drawing>
      </w:r>
      <w:r w:rsidRPr="008C6B0E">
        <w:rPr>
          <w:rFonts w:ascii="Arial" w:hAnsi="Arial" w:cs="Arial"/>
          <w:b/>
          <w:sz w:val="18"/>
          <w:szCs w:val="18"/>
        </w:rPr>
        <w:t xml:space="preserve">Bildunterschrift: </w:t>
      </w:r>
    </w:p>
    <w:p w14:paraId="7EF20D4A" w14:textId="4FDCE10A" w:rsidR="00093C76" w:rsidRDefault="00093C76" w:rsidP="00093C76">
      <w:pPr>
        <w:rPr>
          <w:rFonts w:ascii="Arial" w:hAnsi="Arial" w:cs="Arial"/>
          <w:i/>
          <w:sz w:val="18"/>
          <w:szCs w:val="18"/>
        </w:rPr>
      </w:pPr>
      <w:r w:rsidRPr="008C6B0E">
        <w:rPr>
          <w:rFonts w:ascii="Arial" w:hAnsi="Arial" w:cs="Arial"/>
          <w:i/>
          <w:sz w:val="18"/>
          <w:szCs w:val="18"/>
        </w:rPr>
        <w:t xml:space="preserve">Der neue „interne Marktplatz“ </w:t>
      </w:r>
      <w:r>
        <w:rPr>
          <w:rFonts w:ascii="Arial" w:hAnsi="Arial" w:cs="Arial"/>
          <w:i/>
          <w:sz w:val="18"/>
          <w:szCs w:val="18"/>
        </w:rPr>
        <w:t xml:space="preserve">des Büro- und Entwicklungsgebäudes in der Schurwaldstraße besticht durch eine </w:t>
      </w:r>
      <w:r w:rsidRPr="008C6B0E">
        <w:rPr>
          <w:rFonts w:ascii="Arial" w:hAnsi="Arial" w:cs="Arial"/>
          <w:i/>
          <w:sz w:val="18"/>
          <w:szCs w:val="18"/>
        </w:rPr>
        <w:t>breite Mittelrampe</w:t>
      </w:r>
      <w:r>
        <w:rPr>
          <w:rFonts w:ascii="Arial" w:hAnsi="Arial" w:cs="Arial"/>
          <w:i/>
          <w:sz w:val="18"/>
          <w:szCs w:val="18"/>
        </w:rPr>
        <w:t xml:space="preserve"> und bildet gemeinsam mit</w:t>
      </w:r>
      <w:r w:rsidRPr="008C6B0E">
        <w:rPr>
          <w:rFonts w:ascii="Arial" w:hAnsi="Arial" w:cs="Arial"/>
          <w:i/>
          <w:sz w:val="18"/>
          <w:szCs w:val="18"/>
        </w:rPr>
        <w:t xml:space="preserve"> dem neuen Betriebsrestaurant und </w:t>
      </w:r>
      <w:r>
        <w:rPr>
          <w:rFonts w:ascii="Arial" w:hAnsi="Arial" w:cs="Arial"/>
          <w:i/>
          <w:sz w:val="18"/>
          <w:szCs w:val="18"/>
        </w:rPr>
        <w:t xml:space="preserve">den </w:t>
      </w:r>
      <w:r w:rsidRPr="008C6B0E">
        <w:rPr>
          <w:rFonts w:ascii="Arial" w:hAnsi="Arial" w:cs="Arial"/>
          <w:i/>
          <w:sz w:val="18"/>
          <w:szCs w:val="18"/>
        </w:rPr>
        <w:t>integrierten grünen Inseln</w:t>
      </w:r>
      <w:r>
        <w:rPr>
          <w:rFonts w:ascii="Arial" w:hAnsi="Arial" w:cs="Arial"/>
          <w:i/>
          <w:sz w:val="18"/>
          <w:szCs w:val="18"/>
        </w:rPr>
        <w:t xml:space="preserve"> den </w:t>
      </w:r>
      <w:r w:rsidRPr="008C6B0E">
        <w:rPr>
          <w:rFonts w:ascii="Arial" w:hAnsi="Arial" w:cs="Arial"/>
          <w:i/>
          <w:sz w:val="18"/>
          <w:szCs w:val="18"/>
        </w:rPr>
        <w:t>zentrale</w:t>
      </w:r>
      <w:r>
        <w:rPr>
          <w:rFonts w:ascii="Arial" w:hAnsi="Arial" w:cs="Arial"/>
          <w:i/>
          <w:sz w:val="18"/>
          <w:szCs w:val="18"/>
        </w:rPr>
        <w:t xml:space="preserve">n </w:t>
      </w:r>
      <w:r w:rsidRPr="008C6B0E">
        <w:rPr>
          <w:rFonts w:ascii="Arial" w:hAnsi="Arial" w:cs="Arial"/>
          <w:i/>
          <w:sz w:val="18"/>
          <w:szCs w:val="18"/>
        </w:rPr>
        <w:t>Begegnungsraum</w:t>
      </w:r>
      <w:r w:rsidRPr="00535F52">
        <w:rPr>
          <w:rFonts w:ascii="Arial" w:hAnsi="Arial" w:cs="Arial"/>
          <w:i/>
          <w:sz w:val="18"/>
          <w:szCs w:val="18"/>
        </w:rPr>
        <w:t xml:space="preserve"> </w:t>
      </w:r>
      <w:r>
        <w:rPr>
          <w:rFonts w:ascii="Arial" w:hAnsi="Arial" w:cs="Arial"/>
          <w:i/>
          <w:sz w:val="18"/>
          <w:szCs w:val="18"/>
        </w:rPr>
        <w:t xml:space="preserve">des </w:t>
      </w:r>
      <w:r w:rsidRPr="00535F52">
        <w:rPr>
          <w:rFonts w:ascii="Arial" w:hAnsi="Arial" w:cs="Arial"/>
          <w:i/>
          <w:sz w:val="18"/>
          <w:szCs w:val="18"/>
        </w:rPr>
        <w:t>gesamten Campus</w:t>
      </w:r>
      <w:r w:rsidR="009C358C">
        <w:rPr>
          <w:rFonts w:ascii="Arial" w:hAnsi="Arial" w:cs="Arial"/>
          <w:i/>
          <w:sz w:val="18"/>
          <w:szCs w:val="18"/>
        </w:rPr>
        <w:t>.</w:t>
      </w:r>
      <w:r>
        <w:rPr>
          <w:rFonts w:ascii="Arial" w:hAnsi="Arial" w:cs="Arial"/>
          <w:i/>
          <w:sz w:val="18"/>
          <w:szCs w:val="18"/>
        </w:rPr>
        <w:t xml:space="preserve"> Bild: </w:t>
      </w:r>
      <w:proofErr w:type="spellStart"/>
      <w:r w:rsidRPr="00A5502C">
        <w:rPr>
          <w:rFonts w:ascii="Arial" w:hAnsi="Arial" w:cs="Arial"/>
          <w:i/>
          <w:sz w:val="18"/>
          <w:szCs w:val="18"/>
        </w:rPr>
        <w:t>Grüntuch</w:t>
      </w:r>
      <w:proofErr w:type="spellEnd"/>
      <w:r w:rsidRPr="00A5502C">
        <w:rPr>
          <w:rFonts w:ascii="Arial" w:hAnsi="Arial" w:cs="Arial"/>
          <w:i/>
          <w:sz w:val="18"/>
          <w:szCs w:val="18"/>
        </w:rPr>
        <w:t xml:space="preserve"> Ernst Architekten</w:t>
      </w:r>
    </w:p>
    <w:p w14:paraId="67B2254E" w14:textId="77777777" w:rsidR="002A6BA4" w:rsidRDefault="002A6BA4" w:rsidP="00093C76">
      <w:pPr>
        <w:rPr>
          <w:rFonts w:ascii="Arial" w:hAnsi="Arial" w:cs="Arial"/>
          <w:i/>
          <w:sz w:val="18"/>
          <w:szCs w:val="18"/>
        </w:rPr>
      </w:pPr>
      <w:bookmarkStart w:id="0" w:name="_GoBack"/>
      <w:bookmarkEnd w:id="0"/>
    </w:p>
    <w:p w14:paraId="28F3D6F2" w14:textId="77777777" w:rsidR="00093C76" w:rsidRPr="00D746E1" w:rsidRDefault="00093C76" w:rsidP="00093C76">
      <w:pPr>
        <w:rPr>
          <w:rFonts w:ascii="Arial" w:hAnsi="Arial" w:cs="Arial"/>
          <w:b/>
          <w:sz w:val="18"/>
          <w:szCs w:val="18"/>
        </w:rPr>
      </w:pPr>
      <w:r w:rsidRPr="00D746E1">
        <w:rPr>
          <w:rFonts w:ascii="Arial" w:hAnsi="Arial" w:cs="Arial"/>
          <w:b/>
          <w:sz w:val="18"/>
          <w:szCs w:val="18"/>
        </w:rPr>
        <w:t>Zum Unternehmen Balluff</w:t>
      </w:r>
    </w:p>
    <w:p w14:paraId="2D89D0AA" w14:textId="1779CFEC" w:rsidR="00093C76" w:rsidRDefault="00093C76" w:rsidP="00093C76">
      <w:pPr>
        <w:rPr>
          <w:rFonts w:ascii="Arial" w:hAnsi="Arial" w:cs="Arial"/>
          <w:sz w:val="18"/>
          <w:szCs w:val="18"/>
        </w:rPr>
      </w:pPr>
      <w:r w:rsidRPr="009D5CA6">
        <w:rPr>
          <w:rFonts w:ascii="Arial" w:hAnsi="Arial" w:cs="Arial"/>
          <w:sz w:val="18"/>
          <w:szCs w:val="18"/>
        </w:rPr>
        <w:t>1921 in Neuhausen a. d. F. gegründet, steht Balluff mit seinen 3600 Mitarbeitern w</w:t>
      </w:r>
      <w:r>
        <w:rPr>
          <w:rFonts w:ascii="Arial" w:hAnsi="Arial" w:cs="Arial"/>
          <w:sz w:val="18"/>
          <w:szCs w:val="18"/>
        </w:rPr>
        <w:t>eltweit für innovative Technik</w:t>
      </w:r>
      <w:r w:rsidRPr="009D5CA6">
        <w:rPr>
          <w:rFonts w:ascii="Arial" w:hAnsi="Arial" w:cs="Arial"/>
          <w:sz w:val="18"/>
          <w:szCs w:val="18"/>
        </w:rPr>
        <w:t xml:space="preserve">, Qualität und branchenübergreifende Erfahrung in der industriellen Automation. Als führender Automatisierungsspezialist bietet das Familienunternehmen in vierter Generation ein umfassendes Portfolio innovativer Sensor-, Identifikations- und Netzwerktechnologien und Software für ganzheitliche Systemlösungen an. </w:t>
      </w:r>
    </w:p>
    <w:p w14:paraId="372A5FB6" w14:textId="77777777" w:rsidR="00BD5CCF" w:rsidRDefault="00BD5CCF" w:rsidP="00093C76">
      <w:pPr>
        <w:rPr>
          <w:rFonts w:ascii="Arial" w:hAnsi="Arial" w:cs="Arial"/>
          <w:sz w:val="18"/>
          <w:szCs w:val="18"/>
        </w:rPr>
      </w:pPr>
    </w:p>
    <w:p w14:paraId="1B16DFEE" w14:textId="77777777" w:rsidR="00093C76" w:rsidRPr="00D746E1" w:rsidRDefault="00093C76" w:rsidP="00093C76">
      <w:pPr>
        <w:rPr>
          <w:rFonts w:ascii="Arial" w:hAnsi="Arial" w:cs="Arial"/>
          <w:sz w:val="18"/>
          <w:szCs w:val="18"/>
        </w:rPr>
      </w:pPr>
      <w:r w:rsidRPr="009D5CA6">
        <w:rPr>
          <w:rFonts w:ascii="Arial" w:hAnsi="Arial" w:cs="Arial"/>
          <w:sz w:val="18"/>
          <w:szCs w:val="18"/>
        </w:rPr>
        <w:t>Im Jahr 201</w:t>
      </w:r>
      <w:r>
        <w:rPr>
          <w:rFonts w:ascii="Arial" w:hAnsi="Arial" w:cs="Arial"/>
          <w:sz w:val="18"/>
          <w:szCs w:val="18"/>
        </w:rPr>
        <w:t>7</w:t>
      </w:r>
      <w:r w:rsidRPr="009D5CA6">
        <w:rPr>
          <w:rFonts w:ascii="Arial" w:hAnsi="Arial" w:cs="Arial"/>
          <w:sz w:val="18"/>
          <w:szCs w:val="18"/>
        </w:rPr>
        <w:t xml:space="preserve"> verzeichnete die Balluff Gruppe einen Umsatz von rund </w:t>
      </w:r>
      <w:r>
        <w:rPr>
          <w:rFonts w:ascii="Arial" w:hAnsi="Arial" w:cs="Arial"/>
          <w:sz w:val="18"/>
          <w:szCs w:val="18"/>
        </w:rPr>
        <w:t>459</w:t>
      </w:r>
      <w:r w:rsidRPr="009D5CA6">
        <w:rPr>
          <w:rFonts w:ascii="Arial" w:hAnsi="Arial" w:cs="Arial"/>
          <w:sz w:val="18"/>
          <w:szCs w:val="18"/>
        </w:rPr>
        <w:t xml:space="preserve"> Mio. Euro. Neben dem zentralen Firmensitz in Neuhausen a. d. F. verfügt Balluff rund um den Globus über Vertriebs-, Produktions- und Entwicklungsstandorte und ist mit 37 Tochtergesellschaften und weiteren Vertretungen in 68 Ländern aufgestellt. Dies garantiert den Kunden eine schnelle weltweite Verfügbarkeit der Produkte und eine hohe Beratungs- und Servicequalität direkt vor Ort.</w:t>
      </w:r>
    </w:p>
    <w:p w14:paraId="57995C97" w14:textId="77777777" w:rsidR="00126976" w:rsidRPr="00BF60E7" w:rsidRDefault="00126976" w:rsidP="00270888">
      <w:pPr>
        <w:rPr>
          <w:rFonts w:ascii="Arial" w:hAnsi="Arial" w:cs="Arial"/>
          <w:sz w:val="18"/>
          <w:szCs w:val="18"/>
        </w:rPr>
      </w:pPr>
    </w:p>
    <w:sectPr w:rsidR="00126976" w:rsidRPr="00BF60E7" w:rsidSect="004379D6">
      <w:headerReference w:type="even" r:id="rId9"/>
      <w:headerReference w:type="default" r:id="rId10"/>
      <w:footerReference w:type="even" r:id="rId11"/>
      <w:footerReference w:type="default" r:id="rId12"/>
      <w:headerReference w:type="first" r:id="rId13"/>
      <w:footerReference w:type="first" r:id="rId14"/>
      <w:pgSz w:w="11907" w:h="16840" w:code="9"/>
      <w:pgMar w:top="2552" w:right="4536" w:bottom="1134" w:left="1418"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BA43E1" w14:textId="77777777" w:rsidR="009C358C" w:rsidRDefault="009C358C">
      <w:r>
        <w:separator/>
      </w:r>
    </w:p>
  </w:endnote>
  <w:endnote w:type="continuationSeparator" w:id="0">
    <w:p w14:paraId="6C601AE4" w14:textId="77777777" w:rsidR="009C358C" w:rsidRDefault="009C3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Helvetica 55">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910DC" w14:textId="77777777" w:rsidR="00A067D6" w:rsidRDefault="00A067D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C518C" w14:textId="77777777" w:rsidR="00A067D6" w:rsidRDefault="00A067D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38803" w14:textId="77777777" w:rsidR="00A067D6" w:rsidRDefault="00A067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E460F0" w14:textId="77777777" w:rsidR="009C358C" w:rsidRDefault="009C358C">
      <w:r>
        <w:separator/>
      </w:r>
    </w:p>
  </w:footnote>
  <w:footnote w:type="continuationSeparator" w:id="0">
    <w:p w14:paraId="1E61ABDD" w14:textId="77777777" w:rsidR="009C358C" w:rsidRDefault="009C35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BDCA4F" w14:textId="77777777" w:rsidR="00A067D6" w:rsidRDefault="00A067D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623B9" w14:textId="77777777" w:rsidR="009C358C" w:rsidRPr="00392B92" w:rsidRDefault="009C358C" w:rsidP="004379D6">
    <w:pPr>
      <w:pStyle w:val="Kopfzeile"/>
      <w:spacing w:line="140" w:lineRule="atLeast"/>
      <w:ind w:right="-568"/>
      <w:rPr>
        <w:rFonts w:ascii="Arial" w:hAnsi="Arial" w:cs="Arial"/>
        <w:noProof/>
        <w:sz w:val="32"/>
        <w:szCs w:val="32"/>
      </w:rPr>
    </w:pPr>
    <w:r w:rsidRPr="00392B92">
      <w:rPr>
        <w:rFonts w:ascii="Arial" w:hAnsi="Arial" w:cs="Arial"/>
        <w:noProof/>
        <w:sz w:val="32"/>
        <w:szCs w:val="32"/>
      </w:rPr>
      <w:t>PRESSEINFORMATION</w:t>
    </w:r>
  </w:p>
  <w:p w14:paraId="52F56E16" w14:textId="77777777" w:rsidR="009C358C" w:rsidRPr="00392B92" w:rsidRDefault="009C358C" w:rsidP="004379D6">
    <w:pPr>
      <w:pStyle w:val="Kopfzeile"/>
      <w:tabs>
        <w:tab w:val="clear" w:pos="4536"/>
        <w:tab w:val="clear" w:pos="9072"/>
        <w:tab w:val="left" w:pos="3375"/>
      </w:tabs>
      <w:spacing w:line="140" w:lineRule="atLeast"/>
      <w:rPr>
        <w:rFonts w:ascii="Arial" w:hAnsi="Arial" w:cs="Arial"/>
        <w:noProof/>
        <w:sz w:val="32"/>
        <w:szCs w:val="32"/>
      </w:rPr>
    </w:pPr>
    <w:r>
      <w:rPr>
        <w:rFonts w:ascii="Arial" w:hAnsi="Arial" w:cs="Arial"/>
        <w:noProof/>
        <w:sz w:val="32"/>
        <w:szCs w:val="32"/>
      </w:rPr>
      <w:drawing>
        <wp:anchor distT="0" distB="0" distL="114300" distR="114300" simplePos="0" relativeHeight="251658240" behindDoc="0" locked="0" layoutInCell="1" allowOverlap="1" wp14:anchorId="21FED666" wp14:editId="4873D31B">
          <wp:simplePos x="0" y="0"/>
          <wp:positionH relativeFrom="page">
            <wp:posOffset>5220970</wp:posOffset>
          </wp:positionH>
          <wp:positionV relativeFrom="page">
            <wp:posOffset>540385</wp:posOffset>
          </wp:positionV>
          <wp:extent cx="1982470" cy="248920"/>
          <wp:effectExtent l="0" t="0" r="0" b="0"/>
          <wp:wrapNone/>
          <wp:docPr id="10" name="Bild 10"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2B92">
      <w:rPr>
        <w:rFonts w:ascii="Arial" w:hAnsi="Arial" w:cs="Arial"/>
        <w:noProof/>
        <w:sz w:val="32"/>
        <w:szCs w:val="32"/>
      </w:rPr>
      <w:t>PRESS RELEASE</w:t>
    </w:r>
  </w:p>
  <w:p w14:paraId="2C8D21D4" w14:textId="77777777" w:rsidR="009C358C" w:rsidRDefault="009C358C"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Seite</w:t>
    </w:r>
    <w:r w:rsidRPr="004379D6">
      <w:rPr>
        <w:rFonts w:ascii="Arial" w:hAnsi="Arial" w:cs="Arial"/>
        <w:sz w:val="18"/>
        <w:szCs w:val="18"/>
      </w:rPr>
      <w:t xml:space="preserve"> </w:t>
    </w:r>
    <w:r w:rsidRPr="004379D6">
      <w:rPr>
        <w:rFonts w:ascii="Arial" w:hAnsi="Arial" w:cs="Arial"/>
        <w:sz w:val="18"/>
        <w:szCs w:val="18"/>
      </w:rPr>
      <w:fldChar w:fldCharType="begin"/>
    </w:r>
    <w:r w:rsidRPr="004379D6">
      <w:rPr>
        <w:rFonts w:ascii="Arial" w:hAnsi="Arial" w:cs="Arial"/>
        <w:sz w:val="18"/>
        <w:szCs w:val="18"/>
      </w:rPr>
      <w:instrText>PAGE   \* MERGEFORMAT</w:instrText>
    </w:r>
    <w:r w:rsidRPr="004379D6">
      <w:rPr>
        <w:rFonts w:ascii="Arial" w:hAnsi="Arial" w:cs="Arial"/>
        <w:sz w:val="18"/>
        <w:szCs w:val="18"/>
      </w:rPr>
      <w:fldChar w:fldCharType="separate"/>
    </w:r>
    <w:r>
      <w:rPr>
        <w:rFonts w:ascii="Arial" w:hAnsi="Arial" w:cs="Arial"/>
        <w:noProof/>
        <w:sz w:val="18"/>
        <w:szCs w:val="18"/>
      </w:rPr>
      <w:t>2</w:t>
    </w:r>
    <w:r w:rsidRPr="004379D6">
      <w:rPr>
        <w:rFonts w:ascii="Arial" w:hAnsi="Arial" w:cs="Arial"/>
        <w:sz w:val="18"/>
        <w:szCs w:val="18"/>
      </w:rPr>
      <w:fldChar w:fldCharType="end"/>
    </w:r>
  </w:p>
  <w:p w14:paraId="3D5781B5" w14:textId="77777777" w:rsidR="009C358C" w:rsidRPr="004379D6" w:rsidRDefault="009C358C" w:rsidP="004379D6">
    <w:pPr>
      <w:framePr w:w="3120" w:h="8006" w:hSpace="142" w:wrap="around" w:vAnchor="page" w:hAnchor="page" w:x="8223" w:y="2553"/>
      <w:spacing w:line="260" w:lineRule="atLeast"/>
      <w:rPr>
        <w:rFonts w:ascii="Arial" w:hAnsi="Arial" w:cs="Arial"/>
        <w:sz w:val="18"/>
        <w:szCs w:val="18"/>
      </w:rPr>
    </w:pPr>
  </w:p>
  <w:p w14:paraId="6117BF5D" w14:textId="77777777" w:rsidR="009C358C" w:rsidRPr="004379D6" w:rsidRDefault="009C358C" w:rsidP="004379D6">
    <w:pPr>
      <w:framePr w:w="3120" w:h="8006" w:hSpace="142" w:wrap="around" w:vAnchor="page" w:hAnchor="page" w:x="8223" w:y="2553"/>
      <w:spacing w:line="260" w:lineRule="atLeast"/>
      <w:rPr>
        <w:rFonts w:ascii="Arial" w:hAnsi="Arial" w:cs="Arial"/>
        <w:sz w:val="18"/>
        <w:szCs w:val="18"/>
      </w:rPr>
    </w:pPr>
  </w:p>
  <w:p w14:paraId="67153EFB" w14:textId="77777777" w:rsidR="009C358C" w:rsidRPr="004379D6" w:rsidRDefault="009C358C"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Balluff GmbH </w:t>
    </w:r>
  </w:p>
  <w:p w14:paraId="351E081D" w14:textId="77777777" w:rsidR="009C358C" w:rsidRPr="004379D6" w:rsidRDefault="009C358C"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14:paraId="5C2A0DB6" w14:textId="77777777" w:rsidR="009C358C" w:rsidRDefault="009C358C"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545CDC67" w14:textId="77777777" w:rsidR="009C358C" w:rsidRPr="004379D6" w:rsidRDefault="009C358C"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Deutschland</w:t>
    </w:r>
  </w:p>
  <w:p w14:paraId="09803ABB" w14:textId="77777777" w:rsidR="009C358C" w:rsidRPr="00392B92" w:rsidRDefault="009C358C"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Tel. +49 7158 173-0</w:t>
    </w:r>
  </w:p>
  <w:p w14:paraId="1759CD36" w14:textId="77777777" w:rsidR="009C358C" w:rsidRPr="004379D6" w:rsidRDefault="009C358C" w:rsidP="004379D6">
    <w:pPr>
      <w:framePr w:w="3120" w:h="8006" w:hSpace="142" w:wrap="around" w:vAnchor="page" w:hAnchor="page" w:x="8223" w:y="2553"/>
      <w:spacing w:line="260" w:lineRule="atLeast"/>
      <w:rPr>
        <w:rFonts w:ascii="Arial" w:hAnsi="Arial" w:cs="Arial"/>
        <w:sz w:val="18"/>
        <w:szCs w:val="18"/>
        <w:lang w:val="en-US"/>
      </w:rPr>
    </w:pPr>
    <w:r w:rsidRPr="004379D6">
      <w:rPr>
        <w:rFonts w:ascii="Arial" w:hAnsi="Arial" w:cs="Arial"/>
        <w:sz w:val="18"/>
        <w:szCs w:val="18"/>
        <w:lang w:val="en-US"/>
      </w:rPr>
      <w:t>Fax +49 7158 5010</w:t>
    </w:r>
  </w:p>
  <w:p w14:paraId="6B2249B6" w14:textId="77777777" w:rsidR="009C358C" w:rsidRPr="004379D6" w:rsidRDefault="009C358C" w:rsidP="004379D6">
    <w:pPr>
      <w:framePr w:w="3120" w:h="8006" w:hSpace="142" w:wrap="around" w:vAnchor="page" w:hAnchor="page" w:x="8223" w:y="2553"/>
      <w:spacing w:line="260" w:lineRule="atLeast"/>
      <w:rPr>
        <w:rFonts w:ascii="Arial" w:hAnsi="Arial" w:cs="Arial"/>
        <w:sz w:val="18"/>
        <w:szCs w:val="18"/>
        <w:lang w:val="en-US"/>
      </w:rPr>
    </w:pPr>
    <w:r w:rsidRPr="004379D6">
      <w:rPr>
        <w:rFonts w:ascii="Arial" w:hAnsi="Arial" w:cs="Arial"/>
        <w:sz w:val="18"/>
        <w:szCs w:val="18"/>
        <w:lang w:val="en-US"/>
      </w:rPr>
      <w:t>balluff@balluff.de</w:t>
    </w:r>
  </w:p>
  <w:p w14:paraId="1D72B4B2" w14:textId="77777777" w:rsidR="009C358C" w:rsidRPr="004379D6" w:rsidRDefault="009C358C" w:rsidP="004379D6">
    <w:pPr>
      <w:framePr w:w="3120" w:h="8006" w:hSpace="142" w:wrap="around" w:vAnchor="page" w:hAnchor="page" w:x="8223" w:y="2553"/>
      <w:spacing w:line="260" w:lineRule="atLeast"/>
      <w:rPr>
        <w:rFonts w:ascii="Arial" w:hAnsi="Arial" w:cs="Arial"/>
        <w:sz w:val="18"/>
        <w:szCs w:val="18"/>
        <w:lang w:val="en-US"/>
      </w:rPr>
    </w:pPr>
    <w:r w:rsidRPr="004379D6">
      <w:rPr>
        <w:rFonts w:ascii="Arial" w:hAnsi="Arial" w:cs="Arial"/>
        <w:sz w:val="18"/>
        <w:szCs w:val="18"/>
        <w:lang w:val="en-US"/>
      </w:rPr>
      <w:t>www.balluff.com</w:t>
    </w:r>
  </w:p>
  <w:p w14:paraId="548AC197" w14:textId="77777777" w:rsidR="009C358C" w:rsidRPr="004379D6" w:rsidRDefault="009C358C" w:rsidP="004379D6">
    <w:pPr>
      <w:pStyle w:val="Kopfzeile"/>
    </w:pPr>
    <w:r w:rsidRPr="00BF60E7">
      <w:rPr>
        <w:rFonts w:ascii="Arial" w:hAnsi="Arial" w:cs="Arial"/>
        <w:sz w:val="32"/>
        <w:szCs w:val="32"/>
        <w:lang w:val="en-GB"/>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AFEA82" w14:textId="77777777" w:rsidR="009C358C" w:rsidRPr="00BF60E7" w:rsidRDefault="009C358C" w:rsidP="004379D6">
    <w:pPr>
      <w:pStyle w:val="Kopfzeile"/>
      <w:spacing w:line="140" w:lineRule="atLeast"/>
      <w:ind w:right="-568"/>
      <w:rPr>
        <w:rFonts w:ascii="Arial" w:hAnsi="Arial" w:cs="Arial"/>
        <w:noProof/>
        <w:sz w:val="32"/>
        <w:szCs w:val="32"/>
        <w:lang w:val="en-GB"/>
      </w:rPr>
    </w:pPr>
    <w:r>
      <w:rPr>
        <w:noProof/>
      </w:rPr>
      <w:drawing>
        <wp:anchor distT="0" distB="0" distL="114300" distR="114300" simplePos="0" relativeHeight="251660288" behindDoc="0" locked="0" layoutInCell="1" allowOverlap="1" wp14:anchorId="1E769AA9" wp14:editId="471815CB">
          <wp:simplePos x="0" y="0"/>
          <wp:positionH relativeFrom="page">
            <wp:posOffset>5220970</wp:posOffset>
          </wp:positionH>
          <wp:positionV relativeFrom="page">
            <wp:posOffset>540385</wp:posOffset>
          </wp:positionV>
          <wp:extent cx="1982470" cy="248920"/>
          <wp:effectExtent l="0" t="0" r="0" b="0"/>
          <wp:wrapNone/>
          <wp:docPr id="9" name="Bild 9"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F60E7">
      <w:rPr>
        <w:rFonts w:ascii="Arial" w:hAnsi="Arial" w:cs="Arial"/>
        <w:noProof/>
        <w:sz w:val="32"/>
        <w:szCs w:val="32"/>
        <w:lang w:val="en-GB"/>
      </w:rPr>
      <w:t>PRESSEINFORMATION</w:t>
    </w:r>
    <w:r>
      <w:rPr>
        <w:rFonts w:ascii="Arial" w:hAnsi="Arial" w:cs="Arial"/>
        <w:noProof/>
        <w:sz w:val="32"/>
        <w:szCs w:val="32"/>
        <w:lang w:val="en-GB"/>
      </w:rPr>
      <w:br/>
    </w:r>
    <w:r w:rsidRPr="00BF60E7">
      <w:rPr>
        <w:rFonts w:ascii="Arial" w:hAnsi="Arial" w:cs="Arial"/>
        <w:noProof/>
        <w:sz w:val="32"/>
        <w:szCs w:val="32"/>
        <w:lang w:val="en-GB"/>
      </w:rPr>
      <w:t>PRESS RELEASE</w:t>
    </w:r>
    <w:r w:rsidRPr="004379D6">
      <w:rPr>
        <w:rFonts w:ascii="Arial" w:hAnsi="Arial" w:cs="Arial"/>
        <w:sz w:val="32"/>
        <w:szCs w:val="32"/>
        <w:lang w:val="en-GB"/>
      </w:rPr>
      <w:t xml:space="preserve"> </w:t>
    </w:r>
    <w:r>
      <w:rPr>
        <w:rFonts w:ascii="Arial" w:hAnsi="Arial" w:cs="Arial"/>
        <w:sz w:val="32"/>
        <w:szCs w:val="32"/>
        <w:lang w:val="en-GB"/>
      </w:rPr>
      <w:br/>
    </w:r>
    <w:r w:rsidRPr="00BF60E7">
      <w:rPr>
        <w:rFonts w:ascii="Arial" w:hAnsi="Arial" w:cs="Arial"/>
        <w:sz w:val="32"/>
        <w:szCs w:val="32"/>
        <w:lang w:val="en-GB"/>
      </w:rPr>
      <w:t>COMMUNIQUÉ DE PRESSE</w:t>
    </w:r>
  </w:p>
  <w:p w14:paraId="79C468F8" w14:textId="77777777" w:rsidR="00A067D6" w:rsidRDefault="00A067D6" w:rsidP="004379D6">
    <w:pPr>
      <w:framePr w:w="3120" w:h="8006" w:hSpace="142" w:wrap="around" w:vAnchor="page" w:hAnchor="page" w:x="8223" w:y="2553"/>
      <w:spacing w:line="260" w:lineRule="atLeast"/>
      <w:rPr>
        <w:rFonts w:ascii="Arial" w:hAnsi="Arial" w:cs="Arial"/>
        <w:b/>
        <w:sz w:val="18"/>
        <w:szCs w:val="18"/>
      </w:rPr>
    </w:pPr>
    <w:r w:rsidRPr="00A067D6">
      <w:rPr>
        <w:rFonts w:ascii="Arial" w:hAnsi="Arial" w:cs="Arial"/>
        <w:b/>
        <w:sz w:val="18"/>
        <w:szCs w:val="18"/>
      </w:rPr>
      <w:t xml:space="preserve">Balluff baut Firmenzentrale aus </w:t>
    </w:r>
  </w:p>
  <w:p w14:paraId="7EFBF9EF" w14:textId="77777777" w:rsidR="009C358C" w:rsidRDefault="009C358C"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Seite</w:t>
    </w:r>
    <w:r w:rsidRPr="004379D6">
      <w:rPr>
        <w:rFonts w:ascii="Arial" w:hAnsi="Arial" w:cs="Arial"/>
        <w:sz w:val="18"/>
        <w:szCs w:val="18"/>
      </w:rPr>
      <w:t xml:space="preserve"> </w:t>
    </w:r>
    <w:r w:rsidRPr="004379D6">
      <w:rPr>
        <w:rFonts w:ascii="Arial" w:hAnsi="Arial" w:cs="Arial"/>
        <w:sz w:val="18"/>
        <w:szCs w:val="18"/>
      </w:rPr>
      <w:fldChar w:fldCharType="begin"/>
    </w:r>
    <w:r w:rsidRPr="004379D6">
      <w:rPr>
        <w:rFonts w:ascii="Arial" w:hAnsi="Arial" w:cs="Arial"/>
        <w:sz w:val="18"/>
        <w:szCs w:val="18"/>
      </w:rPr>
      <w:instrText>PAGE   \* MERGEFORMAT</w:instrText>
    </w:r>
    <w:r w:rsidRPr="004379D6">
      <w:rPr>
        <w:rFonts w:ascii="Arial" w:hAnsi="Arial" w:cs="Arial"/>
        <w:sz w:val="18"/>
        <w:szCs w:val="18"/>
      </w:rPr>
      <w:fldChar w:fldCharType="separate"/>
    </w:r>
    <w:r>
      <w:rPr>
        <w:rFonts w:ascii="Arial" w:hAnsi="Arial" w:cs="Arial"/>
        <w:noProof/>
        <w:sz w:val="18"/>
        <w:szCs w:val="18"/>
      </w:rPr>
      <w:t>1</w:t>
    </w:r>
    <w:r w:rsidRPr="004379D6">
      <w:rPr>
        <w:rFonts w:ascii="Arial" w:hAnsi="Arial" w:cs="Arial"/>
        <w:sz w:val="18"/>
        <w:szCs w:val="18"/>
      </w:rPr>
      <w:fldChar w:fldCharType="end"/>
    </w:r>
  </w:p>
  <w:p w14:paraId="23B0522B" w14:textId="77777777" w:rsidR="009C358C" w:rsidRPr="00392B92" w:rsidRDefault="009C358C" w:rsidP="004379D6">
    <w:pPr>
      <w:framePr w:w="3120" w:h="8006" w:hSpace="142" w:wrap="around" w:vAnchor="page" w:hAnchor="page" w:x="8223" w:y="2553"/>
      <w:spacing w:line="260" w:lineRule="atLeast"/>
      <w:rPr>
        <w:rFonts w:ascii="Arial" w:hAnsi="Arial" w:cs="Arial"/>
        <w:sz w:val="18"/>
        <w:szCs w:val="18"/>
      </w:rPr>
    </w:pPr>
  </w:p>
  <w:p w14:paraId="3E4CF757" w14:textId="77777777" w:rsidR="009C358C" w:rsidRPr="00392B92" w:rsidRDefault="009C358C" w:rsidP="004379D6">
    <w:pPr>
      <w:framePr w:w="3120" w:h="8006" w:hSpace="142" w:wrap="around" w:vAnchor="page" w:hAnchor="page" w:x="8223" w:y="2553"/>
      <w:spacing w:line="260" w:lineRule="atLeast"/>
      <w:rPr>
        <w:rFonts w:ascii="Arial" w:hAnsi="Arial" w:cs="Arial"/>
        <w:sz w:val="18"/>
        <w:szCs w:val="18"/>
      </w:rPr>
    </w:pPr>
  </w:p>
  <w:p w14:paraId="29B99588" w14:textId="77777777" w:rsidR="009C358C" w:rsidRPr="00392B92" w:rsidRDefault="009C358C"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 xml:space="preserve">Balluff GmbH </w:t>
    </w:r>
  </w:p>
  <w:p w14:paraId="4FAA3C7A" w14:textId="77777777" w:rsidR="009C358C" w:rsidRPr="004379D6" w:rsidRDefault="009C358C"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14:paraId="50DEE564" w14:textId="77777777" w:rsidR="009C358C" w:rsidRDefault="009C358C"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12131BB3" w14:textId="77777777" w:rsidR="009C358C" w:rsidRPr="004379D6" w:rsidRDefault="009C358C"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Deutschland</w:t>
    </w:r>
  </w:p>
  <w:p w14:paraId="021A6ADD" w14:textId="77777777" w:rsidR="009C358C" w:rsidRPr="00392B92" w:rsidRDefault="009C358C"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Tel. +49 7158 173-0</w:t>
    </w:r>
  </w:p>
  <w:p w14:paraId="4A8242AD" w14:textId="77777777" w:rsidR="009C358C" w:rsidRPr="00BD5CCF" w:rsidRDefault="009C358C" w:rsidP="004379D6">
    <w:pPr>
      <w:framePr w:w="3120" w:h="8006" w:hSpace="142" w:wrap="around" w:vAnchor="page" w:hAnchor="page" w:x="8223" w:y="2553"/>
      <w:spacing w:line="260" w:lineRule="atLeast"/>
      <w:rPr>
        <w:rFonts w:ascii="Arial" w:hAnsi="Arial" w:cs="Arial"/>
        <w:sz w:val="18"/>
        <w:szCs w:val="18"/>
      </w:rPr>
    </w:pPr>
    <w:r w:rsidRPr="00BD5CCF">
      <w:rPr>
        <w:rFonts w:ascii="Arial" w:hAnsi="Arial" w:cs="Arial"/>
        <w:sz w:val="18"/>
        <w:szCs w:val="18"/>
      </w:rPr>
      <w:t>Fax +49 7158 5010</w:t>
    </w:r>
  </w:p>
  <w:p w14:paraId="0244CF01" w14:textId="77777777" w:rsidR="009C358C" w:rsidRPr="00BD5CCF" w:rsidRDefault="009C358C" w:rsidP="004379D6">
    <w:pPr>
      <w:framePr w:w="3120" w:h="8006" w:hSpace="142" w:wrap="around" w:vAnchor="page" w:hAnchor="page" w:x="8223" w:y="2553"/>
      <w:spacing w:line="260" w:lineRule="atLeast"/>
      <w:rPr>
        <w:rFonts w:ascii="Arial" w:hAnsi="Arial" w:cs="Arial"/>
        <w:sz w:val="18"/>
        <w:szCs w:val="18"/>
      </w:rPr>
    </w:pPr>
    <w:r w:rsidRPr="00BD5CCF">
      <w:rPr>
        <w:rFonts w:ascii="Arial" w:hAnsi="Arial" w:cs="Arial"/>
        <w:sz w:val="18"/>
        <w:szCs w:val="18"/>
      </w:rPr>
      <w:t>balluff@balluff.de</w:t>
    </w:r>
  </w:p>
  <w:p w14:paraId="24C60FEA" w14:textId="77777777" w:rsidR="009C358C" w:rsidRPr="004379D6" w:rsidRDefault="009C358C" w:rsidP="004379D6">
    <w:pPr>
      <w:framePr w:w="3120" w:h="8006" w:hSpace="142" w:wrap="around" w:vAnchor="page" w:hAnchor="page" w:x="8223" w:y="2553"/>
      <w:spacing w:line="260" w:lineRule="atLeast"/>
      <w:rPr>
        <w:rFonts w:ascii="Arial" w:hAnsi="Arial" w:cs="Arial"/>
        <w:sz w:val="18"/>
        <w:szCs w:val="18"/>
        <w:lang w:val="en-US"/>
      </w:rPr>
    </w:pPr>
    <w:r w:rsidRPr="004379D6">
      <w:rPr>
        <w:rFonts w:ascii="Arial" w:hAnsi="Arial" w:cs="Arial"/>
        <w:sz w:val="18"/>
        <w:szCs w:val="18"/>
        <w:lang w:val="en-US"/>
      </w:rPr>
      <w:t>www.balluff.com</w:t>
    </w:r>
  </w:p>
  <w:p w14:paraId="5D5D407A" w14:textId="77777777" w:rsidR="009C358C" w:rsidRPr="004379D6" w:rsidRDefault="009C358C" w:rsidP="004379D6">
    <w:pPr>
      <w:framePr w:w="3120" w:h="8006" w:hSpace="142" w:wrap="around" w:vAnchor="page" w:hAnchor="page" w:x="8223" w:y="2553"/>
      <w:spacing w:line="260" w:lineRule="atLeast"/>
      <w:rPr>
        <w:rFonts w:ascii="Arial" w:hAnsi="Arial" w:cs="Arial"/>
        <w:sz w:val="18"/>
        <w:szCs w:val="18"/>
        <w:lang w:val="en-US"/>
      </w:rPr>
    </w:pPr>
  </w:p>
  <w:p w14:paraId="5D7F6933" w14:textId="77777777" w:rsidR="009C358C" w:rsidRPr="004379D6" w:rsidRDefault="009C358C" w:rsidP="004379D6">
    <w:pPr>
      <w:framePr w:w="3120" w:h="8006" w:hSpace="142" w:wrap="around" w:vAnchor="page" w:hAnchor="page" w:x="8223" w:y="2553"/>
      <w:spacing w:line="260" w:lineRule="atLeast"/>
      <w:rPr>
        <w:rFonts w:ascii="Arial" w:hAnsi="Arial" w:cs="Arial"/>
        <w:sz w:val="18"/>
        <w:szCs w:val="18"/>
        <w:lang w:val="en-US"/>
      </w:rPr>
    </w:pPr>
  </w:p>
  <w:p w14:paraId="7BF3C468" w14:textId="77777777" w:rsidR="009C358C" w:rsidRPr="00AB6C5B" w:rsidRDefault="009C358C" w:rsidP="004379D6">
    <w:pPr>
      <w:framePr w:w="3120" w:h="8006" w:hSpace="142" w:wrap="around" w:vAnchor="page" w:hAnchor="page" w:x="8223" w:y="2553"/>
      <w:spacing w:line="260" w:lineRule="atLeast"/>
      <w:rPr>
        <w:rFonts w:ascii="Arial" w:hAnsi="Arial" w:cs="Arial"/>
        <w:b/>
        <w:sz w:val="12"/>
        <w:szCs w:val="12"/>
        <w:lang w:val="en-US"/>
      </w:rPr>
    </w:pPr>
    <w:r w:rsidRPr="00AB6C5B">
      <w:rPr>
        <w:rFonts w:ascii="Arial" w:hAnsi="Arial" w:cs="Arial"/>
        <w:b/>
        <w:sz w:val="12"/>
        <w:szCs w:val="12"/>
        <w:lang w:val="en-US"/>
      </w:rPr>
      <w:t>Corporate Communication</w:t>
    </w:r>
  </w:p>
  <w:p w14:paraId="51C2C5C9" w14:textId="77777777" w:rsidR="009C358C" w:rsidRPr="00392B92" w:rsidRDefault="009C358C" w:rsidP="004379D6">
    <w:pPr>
      <w:framePr w:w="3120" w:h="8006" w:hSpace="142" w:wrap="around" w:vAnchor="page" w:hAnchor="page" w:x="8223" w:y="2553"/>
      <w:spacing w:line="260" w:lineRule="atLeast"/>
      <w:rPr>
        <w:rFonts w:ascii="Arial" w:hAnsi="Arial" w:cs="Arial"/>
        <w:sz w:val="18"/>
        <w:szCs w:val="18"/>
        <w:lang w:val="en-US"/>
      </w:rPr>
    </w:pPr>
    <w:r w:rsidRPr="00392B92">
      <w:rPr>
        <w:rFonts w:ascii="Arial" w:hAnsi="Arial" w:cs="Arial"/>
        <w:sz w:val="18"/>
        <w:szCs w:val="18"/>
        <w:lang w:val="en-US"/>
      </w:rPr>
      <w:t>Sandra Nippert</w:t>
    </w:r>
  </w:p>
  <w:p w14:paraId="382AA189" w14:textId="77777777" w:rsidR="009C358C" w:rsidRPr="00392B92" w:rsidRDefault="009C358C" w:rsidP="004379D6">
    <w:pPr>
      <w:framePr w:w="3120" w:h="8006" w:hSpace="142" w:wrap="around" w:vAnchor="page" w:hAnchor="page" w:x="8223" w:y="2553"/>
      <w:spacing w:line="260" w:lineRule="atLeast"/>
      <w:rPr>
        <w:rFonts w:ascii="Arial" w:hAnsi="Arial" w:cs="Arial"/>
        <w:sz w:val="18"/>
        <w:szCs w:val="18"/>
        <w:lang w:val="en-US"/>
      </w:rPr>
    </w:pPr>
  </w:p>
  <w:p w14:paraId="5683E5BA" w14:textId="77777777" w:rsidR="009C358C" w:rsidRPr="00BF60E7" w:rsidRDefault="009C358C" w:rsidP="004379D6">
    <w:pPr>
      <w:framePr w:w="3120" w:h="8006" w:hSpace="142" w:wrap="around" w:vAnchor="page" w:hAnchor="page" w:x="8223" w:y="2553"/>
      <w:spacing w:line="260" w:lineRule="atLeast"/>
      <w:rPr>
        <w:rFonts w:ascii="Arial" w:hAnsi="Arial" w:cs="Arial"/>
        <w:sz w:val="18"/>
        <w:szCs w:val="18"/>
        <w:lang w:val="en-US"/>
      </w:rPr>
    </w:pPr>
    <w:r w:rsidRPr="00BF60E7">
      <w:rPr>
        <w:rFonts w:ascii="Arial" w:hAnsi="Arial" w:cs="Arial"/>
        <w:sz w:val="18"/>
        <w:szCs w:val="18"/>
        <w:lang w:val="en-US"/>
      </w:rPr>
      <w:t>Balluff GmbH</w:t>
    </w:r>
  </w:p>
  <w:p w14:paraId="1D10EC0F" w14:textId="77777777" w:rsidR="009C358C" w:rsidRPr="00BF60E7" w:rsidRDefault="009C358C" w:rsidP="004379D6">
    <w:pPr>
      <w:framePr w:w="3120" w:h="8006" w:hSpace="142" w:wrap="around" w:vAnchor="page" w:hAnchor="page" w:x="8223" w:y="2553"/>
      <w:spacing w:line="260" w:lineRule="atLeast"/>
      <w:rPr>
        <w:rFonts w:ascii="Arial" w:hAnsi="Arial" w:cs="Arial"/>
        <w:sz w:val="18"/>
        <w:szCs w:val="18"/>
        <w:lang w:val="en-GB"/>
      </w:rPr>
    </w:pPr>
    <w:r>
      <w:rPr>
        <w:rFonts w:ascii="Arial" w:hAnsi="Arial" w:cs="Arial"/>
        <w:sz w:val="18"/>
        <w:szCs w:val="18"/>
        <w:lang w:val="en-US"/>
      </w:rPr>
      <w:t xml:space="preserve">Corporate </w:t>
    </w:r>
    <w:r w:rsidRPr="00BF60E7">
      <w:rPr>
        <w:rFonts w:ascii="Arial" w:hAnsi="Arial" w:cs="Arial"/>
        <w:sz w:val="18"/>
        <w:szCs w:val="18"/>
        <w:lang w:val="en-GB"/>
      </w:rPr>
      <w:t>Communic</w:t>
    </w:r>
    <w:r>
      <w:rPr>
        <w:rFonts w:ascii="Arial" w:hAnsi="Arial" w:cs="Arial"/>
        <w:sz w:val="18"/>
        <w:szCs w:val="18"/>
        <w:lang w:val="en-GB"/>
      </w:rPr>
      <w:t>ation</w:t>
    </w:r>
  </w:p>
  <w:p w14:paraId="2D3CCCF9" w14:textId="77777777" w:rsidR="009C358C" w:rsidRPr="00BF60E7" w:rsidRDefault="009C358C" w:rsidP="004379D6">
    <w:pPr>
      <w:framePr w:w="3120" w:h="8006" w:hSpace="142" w:wrap="around" w:vAnchor="page" w:hAnchor="page" w:x="8223" w:y="2553"/>
      <w:spacing w:line="260" w:lineRule="atLeast"/>
      <w:rPr>
        <w:rFonts w:ascii="Arial" w:hAnsi="Arial" w:cs="Arial"/>
        <w:sz w:val="18"/>
        <w:szCs w:val="18"/>
        <w:lang w:val="it-IT"/>
      </w:rPr>
    </w:pPr>
    <w:r w:rsidRPr="00BF60E7">
      <w:rPr>
        <w:rFonts w:ascii="Arial" w:hAnsi="Arial" w:cs="Arial"/>
        <w:sz w:val="18"/>
        <w:szCs w:val="18"/>
        <w:lang w:val="it-IT"/>
      </w:rPr>
      <w:t>Tel. +49 7158 173-</w:t>
    </w:r>
    <w:r>
      <w:rPr>
        <w:rFonts w:ascii="Arial" w:hAnsi="Arial" w:cs="Arial"/>
        <w:sz w:val="18"/>
        <w:szCs w:val="18"/>
        <w:lang w:val="it-IT"/>
      </w:rPr>
      <w:t>8472</w:t>
    </w:r>
  </w:p>
  <w:p w14:paraId="109037EA" w14:textId="77777777" w:rsidR="009C358C" w:rsidRPr="00BF60E7" w:rsidRDefault="009C358C" w:rsidP="004379D6">
    <w:pPr>
      <w:framePr w:w="3120" w:h="8006" w:hSpace="142" w:wrap="around" w:vAnchor="page" w:hAnchor="page" w:x="8223" w:y="2553"/>
      <w:spacing w:line="260" w:lineRule="atLeast"/>
      <w:rPr>
        <w:rFonts w:ascii="Arial" w:hAnsi="Arial" w:cs="Arial"/>
        <w:sz w:val="18"/>
        <w:szCs w:val="18"/>
        <w:lang w:val="it-IT"/>
      </w:rPr>
    </w:pPr>
    <w:r w:rsidRPr="00BF60E7">
      <w:rPr>
        <w:rFonts w:ascii="Arial" w:hAnsi="Arial" w:cs="Arial"/>
        <w:sz w:val="18"/>
        <w:szCs w:val="18"/>
        <w:lang w:val="it-IT"/>
      </w:rPr>
      <w:t xml:space="preserve">Fax +49 7158 173 </w:t>
    </w:r>
    <w:r>
      <w:rPr>
        <w:rFonts w:ascii="Arial" w:hAnsi="Arial" w:cs="Arial"/>
        <w:sz w:val="18"/>
        <w:szCs w:val="18"/>
        <w:lang w:val="it-IT"/>
      </w:rPr>
      <w:t>297</w:t>
    </w:r>
  </w:p>
  <w:p w14:paraId="07BDBC1E" w14:textId="77777777" w:rsidR="009C358C" w:rsidRPr="00BF60E7" w:rsidRDefault="009C358C" w:rsidP="004379D6">
    <w:pPr>
      <w:framePr w:w="3120" w:h="8006" w:hSpace="142" w:wrap="around" w:vAnchor="page" w:hAnchor="page" w:x="8223" w:y="2553"/>
      <w:spacing w:line="260" w:lineRule="atLeast"/>
      <w:rPr>
        <w:rFonts w:ascii="Arial" w:hAnsi="Arial" w:cs="Arial"/>
        <w:sz w:val="18"/>
        <w:szCs w:val="18"/>
        <w:lang w:val="it-IT"/>
      </w:rPr>
    </w:pPr>
    <w:proofErr w:type="spellStart"/>
    <w:r>
      <w:rPr>
        <w:rFonts w:ascii="Arial" w:hAnsi="Arial" w:cs="Arial"/>
        <w:sz w:val="18"/>
        <w:szCs w:val="18"/>
        <w:lang w:val="it-IT"/>
      </w:rPr>
      <w:t>sandra.nippert</w:t>
    </w:r>
    <w:proofErr w:type="spellEnd"/>
    <w:r w:rsidRPr="00BD5CCF">
      <w:rPr>
        <w:rFonts w:ascii="Arial" w:hAnsi="Arial" w:cs="Arial"/>
        <w:sz w:val="18"/>
        <w:szCs w:val="18"/>
      </w:rPr>
      <w:t>@balluff.de</w:t>
    </w:r>
  </w:p>
  <w:p w14:paraId="14E66F8B" w14:textId="77777777" w:rsidR="009C358C" w:rsidRPr="00BD5CCF" w:rsidRDefault="009C358C" w:rsidP="004379D6">
    <w:pPr>
      <w:framePr w:w="3120" w:h="8006" w:hSpace="142" w:wrap="around" w:vAnchor="page" w:hAnchor="page" w:x="8223" w:y="2553"/>
      <w:spacing w:line="260" w:lineRule="atLeast"/>
      <w:rPr>
        <w:rFonts w:ascii="Arial" w:hAnsi="Arial" w:cs="Arial"/>
        <w:sz w:val="18"/>
        <w:szCs w:val="18"/>
      </w:rPr>
    </w:pPr>
  </w:p>
  <w:p w14:paraId="6751D427" w14:textId="77777777" w:rsidR="009C358C" w:rsidRPr="004379D6" w:rsidRDefault="009C358C" w:rsidP="004379D6">
    <w:pPr>
      <w:framePr w:w="3120" w:h="8006" w:hSpace="142" w:wrap="around" w:vAnchor="page" w:hAnchor="page" w:x="8223" w:y="2553"/>
      <w:spacing w:line="260" w:lineRule="atLeast"/>
      <w:rPr>
        <w:rFonts w:ascii="Arial" w:hAnsi="Arial" w:cs="Arial"/>
        <w:b/>
        <w:sz w:val="18"/>
        <w:szCs w:val="18"/>
      </w:rPr>
    </w:pPr>
    <w:r w:rsidRPr="00BF60E7">
      <w:rPr>
        <w:rFonts w:ascii="Arial" w:hAnsi="Arial" w:cs="Arial"/>
        <w:b/>
        <w:sz w:val="18"/>
        <w:szCs w:val="18"/>
      </w:rPr>
      <w:t>Belegexemplar erbeten</w:t>
    </w:r>
  </w:p>
  <w:p w14:paraId="4944BFE6" w14:textId="77777777" w:rsidR="009C358C" w:rsidRPr="00392B92" w:rsidRDefault="009C358C" w:rsidP="004379D6">
    <w:pPr>
      <w:pStyle w:val="Kopfzeile"/>
      <w:tabs>
        <w:tab w:val="left" w:pos="3348"/>
      </w:tabs>
      <w:spacing w:line="140" w:lineRule="atLeast"/>
      <w:rPr>
        <w:rFonts w:ascii="Arial" w:hAnsi="Arial" w:cs="Arial"/>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EEEEB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BCC2E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42FC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8767F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F9EBB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623C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38EEC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42A5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B604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AC49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0A1EE9"/>
    <w:multiLevelType w:val="hybridMultilevel"/>
    <w:tmpl w:val="29202700"/>
    <w:lvl w:ilvl="0" w:tplc="FB1AA868">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9FB401E"/>
    <w:multiLevelType w:val="multilevel"/>
    <w:tmpl w:val="EE0A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793647"/>
    <w:multiLevelType w:val="hybridMultilevel"/>
    <w:tmpl w:val="27D09F7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34B071CC"/>
    <w:multiLevelType w:val="multilevel"/>
    <w:tmpl w:val="C2EE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18561A"/>
    <w:multiLevelType w:val="hybridMultilevel"/>
    <w:tmpl w:val="E064E948"/>
    <w:lvl w:ilvl="0" w:tplc="0D246FE4">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ED46B73"/>
    <w:multiLevelType w:val="multilevel"/>
    <w:tmpl w:val="C068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3"/>
  </w:num>
  <w:num w:numId="14">
    <w:abstractNumId w:val="15"/>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FDC"/>
    <w:rsid w:val="00000AF0"/>
    <w:rsid w:val="000115B7"/>
    <w:rsid w:val="00023F90"/>
    <w:rsid w:val="00035952"/>
    <w:rsid w:val="000467AF"/>
    <w:rsid w:val="0005243A"/>
    <w:rsid w:val="00075BC2"/>
    <w:rsid w:val="00077135"/>
    <w:rsid w:val="00084DC4"/>
    <w:rsid w:val="00093C76"/>
    <w:rsid w:val="000977D7"/>
    <w:rsid w:val="000A13C4"/>
    <w:rsid w:val="000A3F16"/>
    <w:rsid w:val="000A624C"/>
    <w:rsid w:val="000A73A4"/>
    <w:rsid w:val="000B7B11"/>
    <w:rsid w:val="000C10AB"/>
    <w:rsid w:val="000C281D"/>
    <w:rsid w:val="000C3CDC"/>
    <w:rsid w:val="000C4321"/>
    <w:rsid w:val="000D3643"/>
    <w:rsid w:val="000D424F"/>
    <w:rsid w:val="000D6809"/>
    <w:rsid w:val="000F6F11"/>
    <w:rsid w:val="001031C1"/>
    <w:rsid w:val="00112C66"/>
    <w:rsid w:val="00115379"/>
    <w:rsid w:val="001174CE"/>
    <w:rsid w:val="00126064"/>
    <w:rsid w:val="00126976"/>
    <w:rsid w:val="00130CF5"/>
    <w:rsid w:val="00131410"/>
    <w:rsid w:val="001401A6"/>
    <w:rsid w:val="00141A6F"/>
    <w:rsid w:val="00141ECA"/>
    <w:rsid w:val="00150170"/>
    <w:rsid w:val="00160168"/>
    <w:rsid w:val="00160911"/>
    <w:rsid w:val="00162664"/>
    <w:rsid w:val="0016707B"/>
    <w:rsid w:val="00170DB4"/>
    <w:rsid w:val="001733CF"/>
    <w:rsid w:val="00184CF5"/>
    <w:rsid w:val="001865F1"/>
    <w:rsid w:val="001A378C"/>
    <w:rsid w:val="001A6ABC"/>
    <w:rsid w:val="001A7453"/>
    <w:rsid w:val="001B6CF5"/>
    <w:rsid w:val="001D6927"/>
    <w:rsid w:val="001E3E6F"/>
    <w:rsid w:val="001E5D7B"/>
    <w:rsid w:val="002013FB"/>
    <w:rsid w:val="00201C98"/>
    <w:rsid w:val="002038E4"/>
    <w:rsid w:val="0020524D"/>
    <w:rsid w:val="0021111A"/>
    <w:rsid w:val="00214761"/>
    <w:rsid w:val="0025573F"/>
    <w:rsid w:val="002635CD"/>
    <w:rsid w:val="00264503"/>
    <w:rsid w:val="00270888"/>
    <w:rsid w:val="00273224"/>
    <w:rsid w:val="002738E6"/>
    <w:rsid w:val="00282AA0"/>
    <w:rsid w:val="002923A0"/>
    <w:rsid w:val="00297CD8"/>
    <w:rsid w:val="002A1B48"/>
    <w:rsid w:val="002A6BA4"/>
    <w:rsid w:val="002B7BEC"/>
    <w:rsid w:val="002C2D60"/>
    <w:rsid w:val="002C588D"/>
    <w:rsid w:val="002D1074"/>
    <w:rsid w:val="002D2F9E"/>
    <w:rsid w:val="002E00B5"/>
    <w:rsid w:val="002E6488"/>
    <w:rsid w:val="002E6F27"/>
    <w:rsid w:val="002F4F8D"/>
    <w:rsid w:val="00301CA6"/>
    <w:rsid w:val="0031410C"/>
    <w:rsid w:val="00320928"/>
    <w:rsid w:val="003239CC"/>
    <w:rsid w:val="00325D9B"/>
    <w:rsid w:val="003326F1"/>
    <w:rsid w:val="00333883"/>
    <w:rsid w:val="003365F9"/>
    <w:rsid w:val="003458C3"/>
    <w:rsid w:val="00350D8D"/>
    <w:rsid w:val="00351ECE"/>
    <w:rsid w:val="0035293E"/>
    <w:rsid w:val="00352EB0"/>
    <w:rsid w:val="00353072"/>
    <w:rsid w:val="00365B5B"/>
    <w:rsid w:val="003766BB"/>
    <w:rsid w:val="00380E28"/>
    <w:rsid w:val="003836BE"/>
    <w:rsid w:val="00384427"/>
    <w:rsid w:val="00392B92"/>
    <w:rsid w:val="0039536E"/>
    <w:rsid w:val="003A628F"/>
    <w:rsid w:val="003A76A8"/>
    <w:rsid w:val="003B0209"/>
    <w:rsid w:val="003B5B61"/>
    <w:rsid w:val="003C1783"/>
    <w:rsid w:val="003C683F"/>
    <w:rsid w:val="003E0122"/>
    <w:rsid w:val="003E0DCA"/>
    <w:rsid w:val="003E4958"/>
    <w:rsid w:val="003F094E"/>
    <w:rsid w:val="004146DF"/>
    <w:rsid w:val="00415189"/>
    <w:rsid w:val="00416B04"/>
    <w:rsid w:val="0042417F"/>
    <w:rsid w:val="004314FF"/>
    <w:rsid w:val="004351AE"/>
    <w:rsid w:val="004379D6"/>
    <w:rsid w:val="004469A7"/>
    <w:rsid w:val="004529E7"/>
    <w:rsid w:val="00453A4A"/>
    <w:rsid w:val="00460073"/>
    <w:rsid w:val="004640F2"/>
    <w:rsid w:val="00491FC7"/>
    <w:rsid w:val="00494A4D"/>
    <w:rsid w:val="004952E0"/>
    <w:rsid w:val="004966C8"/>
    <w:rsid w:val="0049798C"/>
    <w:rsid w:val="004A54C7"/>
    <w:rsid w:val="004B147F"/>
    <w:rsid w:val="004C2F7C"/>
    <w:rsid w:val="004C3263"/>
    <w:rsid w:val="004C69D2"/>
    <w:rsid w:val="004D0491"/>
    <w:rsid w:val="004D5628"/>
    <w:rsid w:val="004E673F"/>
    <w:rsid w:val="004F09AA"/>
    <w:rsid w:val="004F5891"/>
    <w:rsid w:val="005000EF"/>
    <w:rsid w:val="005018AC"/>
    <w:rsid w:val="00507037"/>
    <w:rsid w:val="00513797"/>
    <w:rsid w:val="005142C9"/>
    <w:rsid w:val="005204B0"/>
    <w:rsid w:val="005315AF"/>
    <w:rsid w:val="005321EC"/>
    <w:rsid w:val="005347A5"/>
    <w:rsid w:val="00540C0E"/>
    <w:rsid w:val="00544D11"/>
    <w:rsid w:val="00547D62"/>
    <w:rsid w:val="005505A1"/>
    <w:rsid w:val="00553520"/>
    <w:rsid w:val="0055515C"/>
    <w:rsid w:val="00562C6B"/>
    <w:rsid w:val="00562E62"/>
    <w:rsid w:val="00565DE7"/>
    <w:rsid w:val="00574FD6"/>
    <w:rsid w:val="005850A0"/>
    <w:rsid w:val="0059105B"/>
    <w:rsid w:val="005915F7"/>
    <w:rsid w:val="00593ABB"/>
    <w:rsid w:val="005969E1"/>
    <w:rsid w:val="005A2323"/>
    <w:rsid w:val="005A42AA"/>
    <w:rsid w:val="005B17C7"/>
    <w:rsid w:val="005C1031"/>
    <w:rsid w:val="005C5798"/>
    <w:rsid w:val="005D2D95"/>
    <w:rsid w:val="005D58BE"/>
    <w:rsid w:val="005E0503"/>
    <w:rsid w:val="005E0D2F"/>
    <w:rsid w:val="005F1139"/>
    <w:rsid w:val="005F6444"/>
    <w:rsid w:val="0060139E"/>
    <w:rsid w:val="00613540"/>
    <w:rsid w:val="00636D5C"/>
    <w:rsid w:val="00637013"/>
    <w:rsid w:val="00641B71"/>
    <w:rsid w:val="00651E4B"/>
    <w:rsid w:val="0065495E"/>
    <w:rsid w:val="00667422"/>
    <w:rsid w:val="00667B1D"/>
    <w:rsid w:val="00673FEF"/>
    <w:rsid w:val="00676FE1"/>
    <w:rsid w:val="00681CFC"/>
    <w:rsid w:val="00683666"/>
    <w:rsid w:val="006A1266"/>
    <w:rsid w:val="006C0EA3"/>
    <w:rsid w:val="006D2209"/>
    <w:rsid w:val="006D6EE7"/>
    <w:rsid w:val="006D746E"/>
    <w:rsid w:val="006D7C9C"/>
    <w:rsid w:val="006E3634"/>
    <w:rsid w:val="006E6279"/>
    <w:rsid w:val="006F48E1"/>
    <w:rsid w:val="007026F9"/>
    <w:rsid w:val="00705433"/>
    <w:rsid w:val="00706668"/>
    <w:rsid w:val="00730E4E"/>
    <w:rsid w:val="00731936"/>
    <w:rsid w:val="007335DE"/>
    <w:rsid w:val="007448A8"/>
    <w:rsid w:val="0075404D"/>
    <w:rsid w:val="007563F0"/>
    <w:rsid w:val="0076213A"/>
    <w:rsid w:val="007677BE"/>
    <w:rsid w:val="00776CF5"/>
    <w:rsid w:val="00780753"/>
    <w:rsid w:val="00782382"/>
    <w:rsid w:val="007831B8"/>
    <w:rsid w:val="007901A6"/>
    <w:rsid w:val="007A41FB"/>
    <w:rsid w:val="007A6F50"/>
    <w:rsid w:val="007A7EE0"/>
    <w:rsid w:val="007B3977"/>
    <w:rsid w:val="007B7752"/>
    <w:rsid w:val="007B7AAA"/>
    <w:rsid w:val="007C221A"/>
    <w:rsid w:val="007C3FCA"/>
    <w:rsid w:val="007D767E"/>
    <w:rsid w:val="00806F05"/>
    <w:rsid w:val="00813B94"/>
    <w:rsid w:val="008157F4"/>
    <w:rsid w:val="008163D3"/>
    <w:rsid w:val="00816BC8"/>
    <w:rsid w:val="00817BF0"/>
    <w:rsid w:val="00821666"/>
    <w:rsid w:val="0083199D"/>
    <w:rsid w:val="008370EB"/>
    <w:rsid w:val="008553A4"/>
    <w:rsid w:val="0086114F"/>
    <w:rsid w:val="008618ED"/>
    <w:rsid w:val="00864143"/>
    <w:rsid w:val="00883F42"/>
    <w:rsid w:val="00896863"/>
    <w:rsid w:val="008A0825"/>
    <w:rsid w:val="008A4C99"/>
    <w:rsid w:val="008A7591"/>
    <w:rsid w:val="008B1E54"/>
    <w:rsid w:val="008B4AD6"/>
    <w:rsid w:val="008C280C"/>
    <w:rsid w:val="008C6550"/>
    <w:rsid w:val="008C7A38"/>
    <w:rsid w:val="008D202C"/>
    <w:rsid w:val="008D29FE"/>
    <w:rsid w:val="008F14B1"/>
    <w:rsid w:val="00901B4A"/>
    <w:rsid w:val="00901C83"/>
    <w:rsid w:val="00904B07"/>
    <w:rsid w:val="0091340E"/>
    <w:rsid w:val="00913FDC"/>
    <w:rsid w:val="00920CC2"/>
    <w:rsid w:val="00925D4A"/>
    <w:rsid w:val="00932794"/>
    <w:rsid w:val="00941E65"/>
    <w:rsid w:val="00962391"/>
    <w:rsid w:val="00987159"/>
    <w:rsid w:val="0099314B"/>
    <w:rsid w:val="00995339"/>
    <w:rsid w:val="009A1966"/>
    <w:rsid w:val="009A258F"/>
    <w:rsid w:val="009A36B1"/>
    <w:rsid w:val="009B0337"/>
    <w:rsid w:val="009C10CA"/>
    <w:rsid w:val="009C2C88"/>
    <w:rsid w:val="009C358C"/>
    <w:rsid w:val="009C71E3"/>
    <w:rsid w:val="009C72EF"/>
    <w:rsid w:val="009C7DC0"/>
    <w:rsid w:val="009D4CE7"/>
    <w:rsid w:val="009E0848"/>
    <w:rsid w:val="009E2C9C"/>
    <w:rsid w:val="009E3668"/>
    <w:rsid w:val="009E3C55"/>
    <w:rsid w:val="009E4431"/>
    <w:rsid w:val="00A01D0F"/>
    <w:rsid w:val="00A02877"/>
    <w:rsid w:val="00A04540"/>
    <w:rsid w:val="00A05D1A"/>
    <w:rsid w:val="00A05ECC"/>
    <w:rsid w:val="00A067D6"/>
    <w:rsid w:val="00A10933"/>
    <w:rsid w:val="00A155EE"/>
    <w:rsid w:val="00A244B8"/>
    <w:rsid w:val="00A351D9"/>
    <w:rsid w:val="00A51D3B"/>
    <w:rsid w:val="00A53BDE"/>
    <w:rsid w:val="00A56C66"/>
    <w:rsid w:val="00A56C67"/>
    <w:rsid w:val="00A6056B"/>
    <w:rsid w:val="00A64837"/>
    <w:rsid w:val="00A67979"/>
    <w:rsid w:val="00A71B9E"/>
    <w:rsid w:val="00A7634C"/>
    <w:rsid w:val="00A76437"/>
    <w:rsid w:val="00A86025"/>
    <w:rsid w:val="00A87D72"/>
    <w:rsid w:val="00A90961"/>
    <w:rsid w:val="00AA01AD"/>
    <w:rsid w:val="00AB6439"/>
    <w:rsid w:val="00AB670E"/>
    <w:rsid w:val="00AB6C5B"/>
    <w:rsid w:val="00AC1614"/>
    <w:rsid w:val="00AD2B20"/>
    <w:rsid w:val="00AD4EFD"/>
    <w:rsid w:val="00AE271B"/>
    <w:rsid w:val="00AE41E5"/>
    <w:rsid w:val="00AE4AE9"/>
    <w:rsid w:val="00AE67CC"/>
    <w:rsid w:val="00AF6619"/>
    <w:rsid w:val="00B0451B"/>
    <w:rsid w:val="00B06C61"/>
    <w:rsid w:val="00B204EA"/>
    <w:rsid w:val="00B22BA0"/>
    <w:rsid w:val="00B412B9"/>
    <w:rsid w:val="00B4225E"/>
    <w:rsid w:val="00B4258C"/>
    <w:rsid w:val="00B518C1"/>
    <w:rsid w:val="00B54698"/>
    <w:rsid w:val="00B643B8"/>
    <w:rsid w:val="00B66147"/>
    <w:rsid w:val="00B8370C"/>
    <w:rsid w:val="00B852E7"/>
    <w:rsid w:val="00B8681D"/>
    <w:rsid w:val="00B9696F"/>
    <w:rsid w:val="00BA0307"/>
    <w:rsid w:val="00BC4C68"/>
    <w:rsid w:val="00BD169B"/>
    <w:rsid w:val="00BD4134"/>
    <w:rsid w:val="00BD5CCF"/>
    <w:rsid w:val="00BE466F"/>
    <w:rsid w:val="00BF60E7"/>
    <w:rsid w:val="00C01A94"/>
    <w:rsid w:val="00C04646"/>
    <w:rsid w:val="00C14684"/>
    <w:rsid w:val="00C14685"/>
    <w:rsid w:val="00C17811"/>
    <w:rsid w:val="00C2020C"/>
    <w:rsid w:val="00C35AD6"/>
    <w:rsid w:val="00C42780"/>
    <w:rsid w:val="00C4622D"/>
    <w:rsid w:val="00C5084D"/>
    <w:rsid w:val="00C604C1"/>
    <w:rsid w:val="00C64F3B"/>
    <w:rsid w:val="00C66757"/>
    <w:rsid w:val="00C7084A"/>
    <w:rsid w:val="00C743C2"/>
    <w:rsid w:val="00C74E07"/>
    <w:rsid w:val="00C77B8D"/>
    <w:rsid w:val="00C800A8"/>
    <w:rsid w:val="00C80411"/>
    <w:rsid w:val="00C806C5"/>
    <w:rsid w:val="00C80DCD"/>
    <w:rsid w:val="00C829B5"/>
    <w:rsid w:val="00C82C26"/>
    <w:rsid w:val="00C83A2B"/>
    <w:rsid w:val="00C9047E"/>
    <w:rsid w:val="00C907F7"/>
    <w:rsid w:val="00C9498F"/>
    <w:rsid w:val="00C96E17"/>
    <w:rsid w:val="00C9709D"/>
    <w:rsid w:val="00CA103E"/>
    <w:rsid w:val="00CA244A"/>
    <w:rsid w:val="00CB08AC"/>
    <w:rsid w:val="00CB17D5"/>
    <w:rsid w:val="00CC0278"/>
    <w:rsid w:val="00CC68F3"/>
    <w:rsid w:val="00CC72AA"/>
    <w:rsid w:val="00CD403A"/>
    <w:rsid w:val="00CE0D49"/>
    <w:rsid w:val="00CF1764"/>
    <w:rsid w:val="00D00C36"/>
    <w:rsid w:val="00D03A9A"/>
    <w:rsid w:val="00D10DBD"/>
    <w:rsid w:val="00D17680"/>
    <w:rsid w:val="00D2330C"/>
    <w:rsid w:val="00D25A02"/>
    <w:rsid w:val="00D46454"/>
    <w:rsid w:val="00D61DBC"/>
    <w:rsid w:val="00D663EE"/>
    <w:rsid w:val="00D72B45"/>
    <w:rsid w:val="00D72D4F"/>
    <w:rsid w:val="00D802F6"/>
    <w:rsid w:val="00D81DEA"/>
    <w:rsid w:val="00D8565B"/>
    <w:rsid w:val="00D87AE7"/>
    <w:rsid w:val="00D909ED"/>
    <w:rsid w:val="00D90AB6"/>
    <w:rsid w:val="00D93BC6"/>
    <w:rsid w:val="00DA2820"/>
    <w:rsid w:val="00DB72FE"/>
    <w:rsid w:val="00DC56E2"/>
    <w:rsid w:val="00DD17B1"/>
    <w:rsid w:val="00DF23F9"/>
    <w:rsid w:val="00DF52F8"/>
    <w:rsid w:val="00DF76C4"/>
    <w:rsid w:val="00DF782A"/>
    <w:rsid w:val="00E06469"/>
    <w:rsid w:val="00E11E1F"/>
    <w:rsid w:val="00E13A88"/>
    <w:rsid w:val="00E21E23"/>
    <w:rsid w:val="00E23D66"/>
    <w:rsid w:val="00E246D9"/>
    <w:rsid w:val="00E27C40"/>
    <w:rsid w:val="00E314FE"/>
    <w:rsid w:val="00E376C5"/>
    <w:rsid w:val="00E37ECE"/>
    <w:rsid w:val="00E37FC9"/>
    <w:rsid w:val="00E46E14"/>
    <w:rsid w:val="00E520D8"/>
    <w:rsid w:val="00E53483"/>
    <w:rsid w:val="00E57E6C"/>
    <w:rsid w:val="00E62F47"/>
    <w:rsid w:val="00E650A4"/>
    <w:rsid w:val="00E71D3F"/>
    <w:rsid w:val="00E84386"/>
    <w:rsid w:val="00E93100"/>
    <w:rsid w:val="00E95D49"/>
    <w:rsid w:val="00EA5994"/>
    <w:rsid w:val="00EA7273"/>
    <w:rsid w:val="00EB4709"/>
    <w:rsid w:val="00EC0E6C"/>
    <w:rsid w:val="00EC4A32"/>
    <w:rsid w:val="00EC6A8C"/>
    <w:rsid w:val="00ED0BD1"/>
    <w:rsid w:val="00ED1774"/>
    <w:rsid w:val="00ED32F3"/>
    <w:rsid w:val="00ED46AC"/>
    <w:rsid w:val="00EE2839"/>
    <w:rsid w:val="00EE7E94"/>
    <w:rsid w:val="00EF4B05"/>
    <w:rsid w:val="00F11E18"/>
    <w:rsid w:val="00F21A32"/>
    <w:rsid w:val="00F24258"/>
    <w:rsid w:val="00F259F8"/>
    <w:rsid w:val="00F437A9"/>
    <w:rsid w:val="00F46229"/>
    <w:rsid w:val="00F522A1"/>
    <w:rsid w:val="00F66212"/>
    <w:rsid w:val="00F73998"/>
    <w:rsid w:val="00F73A46"/>
    <w:rsid w:val="00F77BB0"/>
    <w:rsid w:val="00F812F8"/>
    <w:rsid w:val="00F92E90"/>
    <w:rsid w:val="00FA7A12"/>
    <w:rsid w:val="00FB0CD8"/>
    <w:rsid w:val="00FB2468"/>
    <w:rsid w:val="00FC351D"/>
    <w:rsid w:val="00FD055D"/>
    <w:rsid w:val="00FD1D97"/>
    <w:rsid w:val="00FD7EDE"/>
    <w:rsid w:val="00FE2972"/>
    <w:rsid w:val="00FE36BD"/>
    <w:rsid w:val="00FE3A19"/>
    <w:rsid w:val="00FE3A4F"/>
    <w:rsid w:val="00FE44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29F040C3"/>
  <w15:docId w15:val="{0BC41A4C-AC2D-4B12-8070-6FEDAB6FD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style>
  <w:style w:type="paragraph" w:styleId="berschrift1">
    <w:name w:val="heading 1"/>
    <w:basedOn w:val="Standard"/>
    <w:next w:val="Standard"/>
    <w:qFormat/>
    <w:pPr>
      <w:keepNext/>
      <w:outlineLvl w:val="0"/>
    </w:pPr>
    <w:rPr>
      <w:rFonts w:ascii="Arial" w:hAnsi="Arial"/>
      <w:sz w:val="24"/>
    </w:rPr>
  </w:style>
  <w:style w:type="paragraph" w:styleId="berschrift2">
    <w:name w:val="heading 2"/>
    <w:basedOn w:val="Standard"/>
    <w:next w:val="Standard"/>
    <w:qFormat/>
    <w:pPr>
      <w:keepNext/>
      <w:outlineLvl w:val="1"/>
    </w:pPr>
    <w:rPr>
      <w:rFonts w:ascii="Helvetica 55" w:hAnsi="Helvetica 55"/>
      <w:b/>
    </w:rPr>
  </w:style>
  <w:style w:type="paragraph" w:styleId="berschrift4">
    <w:name w:val="heading 4"/>
    <w:basedOn w:val="Standard"/>
    <w:next w:val="Standard"/>
    <w:link w:val="berschrift4Zchn"/>
    <w:semiHidden/>
    <w:unhideWhenUsed/>
    <w:qFormat/>
    <w:rsid w:val="007B3977"/>
    <w:pPr>
      <w:keepNext/>
      <w:spacing w:before="240" w:after="60"/>
      <w:outlineLvl w:val="3"/>
    </w:pPr>
    <w:rPr>
      <w:rFonts w:ascii="Calibri"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pPr>
      <w:ind w:right="-143"/>
    </w:pPr>
    <w:rPr>
      <w:rFonts w:ascii="Helvetica 55" w:hAnsi="Helvetica 55"/>
    </w:rPr>
  </w:style>
  <w:style w:type="character" w:styleId="Hyperlink">
    <w:name w:val="Hyperlink"/>
    <w:rPr>
      <w:color w:val="0000FF"/>
      <w:u w:val="single"/>
    </w:rPr>
  </w:style>
  <w:style w:type="paragraph" w:styleId="Textkrper2">
    <w:name w:val="Body Text 2"/>
    <w:basedOn w:val="Standard"/>
    <w:pPr>
      <w:ind w:right="-285"/>
    </w:pPr>
    <w:rPr>
      <w:rFonts w:ascii="Helvetica 55" w:hAnsi="Helvetica 55"/>
    </w:rPr>
  </w:style>
  <w:style w:type="paragraph" w:styleId="Sprechblasentext">
    <w:name w:val="Balloon Text"/>
    <w:basedOn w:val="Standard"/>
    <w:semiHidden/>
    <w:rsid w:val="00D90AB6"/>
    <w:rPr>
      <w:rFonts w:ascii="Tahoma" w:hAnsi="Tahoma" w:cs="Tahoma"/>
      <w:sz w:val="16"/>
      <w:szCs w:val="16"/>
    </w:rPr>
  </w:style>
  <w:style w:type="paragraph" w:styleId="Dokumentstruktur">
    <w:name w:val="Document Map"/>
    <w:basedOn w:val="Standard"/>
    <w:semiHidden/>
    <w:rsid w:val="00B4258C"/>
    <w:pPr>
      <w:shd w:val="clear" w:color="auto" w:fill="000080"/>
    </w:pPr>
    <w:rPr>
      <w:rFonts w:ascii="Tahoma" w:hAnsi="Tahoma" w:cs="Tahoma"/>
    </w:rPr>
  </w:style>
  <w:style w:type="paragraph" w:styleId="NurText">
    <w:name w:val="Plain Text"/>
    <w:basedOn w:val="Standard"/>
    <w:link w:val="NurTextZchn"/>
    <w:rsid w:val="00453A4A"/>
    <w:rPr>
      <w:rFonts w:ascii="Courier New" w:hAnsi="Courier New"/>
      <w:lang w:val="x-none" w:eastAsia="x-none"/>
    </w:rPr>
  </w:style>
  <w:style w:type="character" w:customStyle="1" w:styleId="NurTextZchn">
    <w:name w:val="Nur Text Zchn"/>
    <w:link w:val="NurText"/>
    <w:rsid w:val="00453A4A"/>
    <w:rPr>
      <w:rFonts w:ascii="Courier New" w:hAnsi="Courier New" w:cs="Courier New"/>
    </w:rPr>
  </w:style>
  <w:style w:type="paragraph" w:customStyle="1" w:styleId="-Kurzfassung">
    <w:name w:val="-Kurzfassung"/>
    <w:basedOn w:val="Standard"/>
    <w:rsid w:val="00E06469"/>
    <w:pPr>
      <w:widowControl w:val="0"/>
      <w:tabs>
        <w:tab w:val="left" w:pos="20"/>
      </w:tabs>
      <w:spacing w:after="227" w:line="360" w:lineRule="auto"/>
      <w:ind w:left="567"/>
      <w:jc w:val="both"/>
    </w:pPr>
    <w:rPr>
      <w:rFonts w:eastAsia="Lucida Sans Unicode"/>
    </w:rPr>
  </w:style>
  <w:style w:type="paragraph" w:customStyle="1" w:styleId="-B-gro">
    <w:name w:val="-ÜB-groß"/>
    <w:basedOn w:val="Standard"/>
    <w:next w:val="Standard"/>
    <w:rsid w:val="00641B71"/>
    <w:pPr>
      <w:widowControl w:val="0"/>
      <w:suppressAutoHyphens/>
      <w:spacing w:before="113" w:line="360" w:lineRule="auto"/>
    </w:pPr>
    <w:rPr>
      <w:rFonts w:eastAsia="Lucida Sans Unicode"/>
      <w:b/>
      <w:sz w:val="32"/>
      <w:szCs w:val="24"/>
    </w:rPr>
  </w:style>
  <w:style w:type="paragraph" w:customStyle="1" w:styleId="-B-Zwischen">
    <w:name w:val="-ÜB-Zwischen"/>
    <w:basedOn w:val="Standard"/>
    <w:next w:val="Standard"/>
    <w:rsid w:val="00641B71"/>
    <w:pPr>
      <w:keepNext/>
      <w:spacing w:before="198" w:line="360" w:lineRule="auto"/>
    </w:pPr>
    <w:rPr>
      <w:rFonts w:eastAsia="Lucida Sans Unicode"/>
      <w:b/>
      <w:bCs/>
      <w:sz w:val="24"/>
      <w:szCs w:val="24"/>
    </w:rPr>
  </w:style>
  <w:style w:type="character" w:customStyle="1" w:styleId="berschrift4Zchn">
    <w:name w:val="Überschrift 4 Zchn"/>
    <w:link w:val="berschrift4"/>
    <w:semiHidden/>
    <w:rsid w:val="007B3977"/>
    <w:rPr>
      <w:rFonts w:ascii="Calibri" w:eastAsia="Times New Roman" w:hAnsi="Calibri" w:cs="Times New Roman"/>
      <w:b/>
      <w:bCs/>
      <w:sz w:val="28"/>
      <w:szCs w:val="28"/>
    </w:rPr>
  </w:style>
  <w:style w:type="character" w:styleId="BesuchterLink">
    <w:name w:val="FollowedHyperlink"/>
    <w:rsid w:val="00FC351D"/>
    <w:rPr>
      <w:color w:val="800080"/>
      <w:u w:val="single"/>
    </w:rPr>
  </w:style>
  <w:style w:type="character" w:styleId="Kommentarzeichen">
    <w:name w:val="annotation reference"/>
    <w:basedOn w:val="Absatz-Standardschriftart"/>
    <w:semiHidden/>
    <w:unhideWhenUsed/>
    <w:rsid w:val="00A067D6"/>
    <w:rPr>
      <w:sz w:val="16"/>
      <w:szCs w:val="16"/>
    </w:rPr>
  </w:style>
  <w:style w:type="paragraph" w:styleId="Kommentartext">
    <w:name w:val="annotation text"/>
    <w:basedOn w:val="Standard"/>
    <w:link w:val="KommentartextZchn"/>
    <w:semiHidden/>
    <w:unhideWhenUsed/>
    <w:rsid w:val="00A067D6"/>
  </w:style>
  <w:style w:type="character" w:customStyle="1" w:styleId="KommentartextZchn">
    <w:name w:val="Kommentartext Zchn"/>
    <w:basedOn w:val="Absatz-Standardschriftart"/>
    <w:link w:val="Kommentartext"/>
    <w:semiHidden/>
    <w:rsid w:val="00A067D6"/>
  </w:style>
  <w:style w:type="paragraph" w:styleId="Kommentarthema">
    <w:name w:val="annotation subject"/>
    <w:basedOn w:val="Kommentartext"/>
    <w:next w:val="Kommentartext"/>
    <w:link w:val="KommentarthemaZchn"/>
    <w:semiHidden/>
    <w:unhideWhenUsed/>
    <w:rsid w:val="00A067D6"/>
    <w:rPr>
      <w:b/>
      <w:bCs/>
    </w:rPr>
  </w:style>
  <w:style w:type="character" w:customStyle="1" w:styleId="KommentarthemaZchn">
    <w:name w:val="Kommentarthema Zchn"/>
    <w:basedOn w:val="KommentartextZchn"/>
    <w:link w:val="Kommentarthema"/>
    <w:semiHidden/>
    <w:rsid w:val="00A067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833757">
      <w:bodyDiv w:val="1"/>
      <w:marLeft w:val="0"/>
      <w:marRight w:val="0"/>
      <w:marTop w:val="0"/>
      <w:marBottom w:val="0"/>
      <w:divBdr>
        <w:top w:val="none" w:sz="0" w:space="0" w:color="auto"/>
        <w:left w:val="none" w:sz="0" w:space="0" w:color="auto"/>
        <w:bottom w:val="none" w:sz="0" w:space="0" w:color="auto"/>
        <w:right w:val="none" w:sz="0" w:space="0" w:color="auto"/>
      </w:divBdr>
    </w:div>
    <w:div w:id="638151530">
      <w:bodyDiv w:val="1"/>
      <w:marLeft w:val="0"/>
      <w:marRight w:val="0"/>
      <w:marTop w:val="0"/>
      <w:marBottom w:val="0"/>
      <w:divBdr>
        <w:top w:val="none" w:sz="0" w:space="0" w:color="auto"/>
        <w:left w:val="none" w:sz="0" w:space="0" w:color="auto"/>
        <w:bottom w:val="none" w:sz="0" w:space="0" w:color="auto"/>
        <w:right w:val="none" w:sz="0" w:space="0" w:color="auto"/>
      </w:divBdr>
    </w:div>
    <w:div w:id="661353513">
      <w:bodyDiv w:val="1"/>
      <w:marLeft w:val="0"/>
      <w:marRight w:val="0"/>
      <w:marTop w:val="0"/>
      <w:marBottom w:val="0"/>
      <w:divBdr>
        <w:top w:val="none" w:sz="0" w:space="0" w:color="auto"/>
        <w:left w:val="none" w:sz="0" w:space="0" w:color="auto"/>
        <w:bottom w:val="none" w:sz="0" w:space="0" w:color="auto"/>
        <w:right w:val="none" w:sz="0" w:space="0" w:color="auto"/>
      </w:divBdr>
    </w:div>
    <w:div w:id="729309645">
      <w:bodyDiv w:val="1"/>
      <w:marLeft w:val="0"/>
      <w:marRight w:val="0"/>
      <w:marTop w:val="0"/>
      <w:marBottom w:val="0"/>
      <w:divBdr>
        <w:top w:val="none" w:sz="0" w:space="0" w:color="auto"/>
        <w:left w:val="none" w:sz="0" w:space="0" w:color="auto"/>
        <w:bottom w:val="none" w:sz="0" w:space="0" w:color="auto"/>
        <w:right w:val="none" w:sz="0" w:space="0" w:color="auto"/>
      </w:divBdr>
      <w:divsChild>
        <w:div w:id="611742546">
          <w:marLeft w:val="0"/>
          <w:marRight w:val="0"/>
          <w:marTop w:val="0"/>
          <w:marBottom w:val="0"/>
          <w:divBdr>
            <w:top w:val="none" w:sz="0" w:space="0" w:color="auto"/>
            <w:left w:val="none" w:sz="0" w:space="0" w:color="auto"/>
            <w:bottom w:val="none" w:sz="0" w:space="0" w:color="auto"/>
            <w:right w:val="none" w:sz="0" w:space="0" w:color="auto"/>
          </w:divBdr>
          <w:divsChild>
            <w:div w:id="1483765432">
              <w:marLeft w:val="0"/>
              <w:marRight w:val="0"/>
              <w:marTop w:val="0"/>
              <w:marBottom w:val="0"/>
              <w:divBdr>
                <w:top w:val="none" w:sz="0" w:space="0" w:color="auto"/>
                <w:left w:val="none" w:sz="0" w:space="0" w:color="auto"/>
                <w:bottom w:val="none" w:sz="0" w:space="0" w:color="auto"/>
                <w:right w:val="none" w:sz="0" w:space="0" w:color="auto"/>
              </w:divBdr>
              <w:divsChild>
                <w:div w:id="112331441">
                  <w:marLeft w:val="0"/>
                  <w:marRight w:val="0"/>
                  <w:marTop w:val="0"/>
                  <w:marBottom w:val="0"/>
                  <w:divBdr>
                    <w:top w:val="none" w:sz="0" w:space="0" w:color="auto"/>
                    <w:left w:val="none" w:sz="0" w:space="0" w:color="auto"/>
                    <w:bottom w:val="none" w:sz="0" w:space="0" w:color="auto"/>
                    <w:right w:val="none" w:sz="0" w:space="0" w:color="auto"/>
                  </w:divBdr>
                </w:div>
                <w:div w:id="5475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600435">
      <w:bodyDiv w:val="1"/>
      <w:marLeft w:val="0"/>
      <w:marRight w:val="0"/>
      <w:marTop w:val="0"/>
      <w:marBottom w:val="0"/>
      <w:divBdr>
        <w:top w:val="none" w:sz="0" w:space="0" w:color="auto"/>
        <w:left w:val="none" w:sz="0" w:space="0" w:color="auto"/>
        <w:bottom w:val="none" w:sz="0" w:space="0" w:color="auto"/>
        <w:right w:val="none" w:sz="0" w:space="0" w:color="auto"/>
      </w:divBdr>
      <w:divsChild>
        <w:div w:id="511266601">
          <w:marLeft w:val="0"/>
          <w:marRight w:val="0"/>
          <w:marTop w:val="0"/>
          <w:marBottom w:val="0"/>
          <w:divBdr>
            <w:top w:val="none" w:sz="0" w:space="0" w:color="auto"/>
            <w:left w:val="none" w:sz="0" w:space="0" w:color="auto"/>
            <w:bottom w:val="none" w:sz="0" w:space="0" w:color="auto"/>
            <w:right w:val="none" w:sz="0" w:space="0" w:color="auto"/>
          </w:divBdr>
        </w:div>
        <w:div w:id="888537998">
          <w:marLeft w:val="0"/>
          <w:marRight w:val="0"/>
          <w:marTop w:val="0"/>
          <w:marBottom w:val="0"/>
          <w:divBdr>
            <w:top w:val="none" w:sz="0" w:space="0" w:color="auto"/>
            <w:left w:val="none" w:sz="0" w:space="0" w:color="auto"/>
            <w:bottom w:val="none" w:sz="0" w:space="0" w:color="auto"/>
            <w:right w:val="none" w:sz="0" w:space="0" w:color="auto"/>
          </w:divBdr>
        </w:div>
        <w:div w:id="1195922836">
          <w:marLeft w:val="0"/>
          <w:marRight w:val="0"/>
          <w:marTop w:val="0"/>
          <w:marBottom w:val="0"/>
          <w:divBdr>
            <w:top w:val="none" w:sz="0" w:space="0" w:color="auto"/>
            <w:left w:val="none" w:sz="0" w:space="0" w:color="auto"/>
            <w:bottom w:val="none" w:sz="0" w:space="0" w:color="auto"/>
            <w:right w:val="none" w:sz="0" w:space="0" w:color="auto"/>
          </w:divBdr>
        </w:div>
        <w:div w:id="1713966279">
          <w:marLeft w:val="0"/>
          <w:marRight w:val="0"/>
          <w:marTop w:val="0"/>
          <w:marBottom w:val="0"/>
          <w:divBdr>
            <w:top w:val="none" w:sz="0" w:space="0" w:color="auto"/>
            <w:left w:val="none" w:sz="0" w:space="0" w:color="auto"/>
            <w:bottom w:val="none" w:sz="0" w:space="0" w:color="auto"/>
            <w:right w:val="none" w:sz="0" w:space="0" w:color="auto"/>
          </w:divBdr>
        </w:div>
        <w:div w:id="1875191492">
          <w:marLeft w:val="0"/>
          <w:marRight w:val="0"/>
          <w:marTop w:val="0"/>
          <w:marBottom w:val="0"/>
          <w:divBdr>
            <w:top w:val="none" w:sz="0" w:space="0" w:color="auto"/>
            <w:left w:val="none" w:sz="0" w:space="0" w:color="auto"/>
            <w:bottom w:val="none" w:sz="0" w:space="0" w:color="auto"/>
            <w:right w:val="none" w:sz="0" w:space="0" w:color="auto"/>
          </w:divBdr>
        </w:div>
      </w:divsChild>
    </w:div>
    <w:div w:id="2079671478">
      <w:bodyDiv w:val="1"/>
      <w:marLeft w:val="0"/>
      <w:marRight w:val="0"/>
      <w:marTop w:val="0"/>
      <w:marBottom w:val="0"/>
      <w:divBdr>
        <w:top w:val="none" w:sz="0" w:space="0" w:color="auto"/>
        <w:left w:val="none" w:sz="0" w:space="0" w:color="auto"/>
        <w:bottom w:val="none" w:sz="0" w:space="0" w:color="auto"/>
        <w:right w:val="none" w:sz="0" w:space="0" w:color="auto"/>
      </w:divBdr>
      <w:divsChild>
        <w:div w:id="1004237445">
          <w:marLeft w:val="0"/>
          <w:marRight w:val="0"/>
          <w:marTop w:val="0"/>
          <w:marBottom w:val="0"/>
          <w:divBdr>
            <w:top w:val="none" w:sz="0" w:space="0" w:color="auto"/>
            <w:left w:val="none" w:sz="0" w:space="0" w:color="auto"/>
            <w:bottom w:val="none" w:sz="0" w:space="0" w:color="auto"/>
            <w:right w:val="none" w:sz="0" w:space="0" w:color="auto"/>
          </w:divBdr>
          <w:divsChild>
            <w:div w:id="536506334">
              <w:marLeft w:val="0"/>
              <w:marRight w:val="0"/>
              <w:marTop w:val="0"/>
              <w:marBottom w:val="0"/>
              <w:divBdr>
                <w:top w:val="none" w:sz="0" w:space="0" w:color="auto"/>
                <w:left w:val="none" w:sz="0" w:space="0" w:color="auto"/>
                <w:bottom w:val="none" w:sz="0" w:space="0" w:color="auto"/>
                <w:right w:val="none" w:sz="0" w:space="0" w:color="auto"/>
              </w:divBdr>
              <w:divsChild>
                <w:div w:id="170655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me\Microsoft%20Office\Vorlagen\Balluff\PM%20m%20cipos.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 m cipos</Template>
  <TotalTime>0</TotalTime>
  <Pages>3</Pages>
  <Words>612</Words>
  <Characters>4127</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Gebhard Balluff Gmbh</Company>
  <LinksUpToDate>false</LinksUpToDate>
  <CharactersWithSpaces>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huh</dc:creator>
  <dc:description>alle Freigaben erteilt</dc:description>
  <cp:lastModifiedBy>Felix Reidinger</cp:lastModifiedBy>
  <cp:revision>3</cp:revision>
  <cp:lastPrinted>2016-04-18T13:59:00Z</cp:lastPrinted>
  <dcterms:created xsi:type="dcterms:W3CDTF">2018-04-16T09:38:00Z</dcterms:created>
  <dcterms:modified xsi:type="dcterms:W3CDTF">2018-04-16T16:09:00Z</dcterms:modified>
</cp:coreProperties>
</file>